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352" w:rsidRPr="003D0F57" w:rsidRDefault="00E95352" w:rsidP="00DE6A6F">
      <w:pPr>
        <w:tabs>
          <w:tab w:val="left" w:pos="7180"/>
        </w:tabs>
        <w:spacing w:line="600" w:lineRule="exact"/>
        <w:rPr>
          <w:rFonts w:ascii="仿宋_GB2312" w:eastAsia="仿宋_GB2312" w:hAnsi="Arial" w:cs="Arial"/>
          <w:b/>
          <w:sz w:val="32"/>
          <w:szCs w:val="32"/>
        </w:rPr>
      </w:pPr>
      <w:r w:rsidRPr="003D0F57">
        <w:rPr>
          <w:rFonts w:ascii="仿宋_GB2312" w:eastAsia="仿宋_GB2312" w:hAnsi="Arial" w:cs="Arial" w:hint="eastAsia"/>
          <w:b/>
          <w:sz w:val="32"/>
          <w:szCs w:val="32"/>
        </w:rPr>
        <w:t>附件</w:t>
      </w:r>
      <w:r>
        <w:rPr>
          <w:rFonts w:ascii="仿宋_GB2312" w:eastAsia="仿宋_GB2312" w:hAnsi="Arial" w:cs="Arial"/>
          <w:b/>
          <w:sz w:val="32"/>
          <w:szCs w:val="32"/>
        </w:rPr>
        <w:t>1</w:t>
      </w:r>
      <w:r w:rsidRPr="003D0F57">
        <w:rPr>
          <w:rFonts w:ascii="仿宋_GB2312" w:eastAsia="仿宋_GB2312" w:hAnsi="Arial" w:cs="Arial"/>
          <w:b/>
          <w:sz w:val="32"/>
          <w:szCs w:val="32"/>
        </w:rPr>
        <w:t>:</w:t>
      </w:r>
    </w:p>
    <w:p w:rsidR="00E95352" w:rsidRPr="003D0F57" w:rsidRDefault="00E95352" w:rsidP="00DE6A6F">
      <w:pPr>
        <w:tabs>
          <w:tab w:val="left" w:pos="7180"/>
        </w:tabs>
        <w:spacing w:line="500" w:lineRule="exact"/>
        <w:ind w:firstLine="482"/>
        <w:jc w:val="center"/>
        <w:rPr>
          <w:rFonts w:ascii="仿宋_GB2312" w:eastAsia="仿宋_GB2312" w:hAnsi="Arial" w:cs="Arial"/>
          <w:b/>
          <w:bCs/>
          <w:sz w:val="32"/>
          <w:szCs w:val="32"/>
        </w:rPr>
      </w:pPr>
      <w:r>
        <w:rPr>
          <w:rFonts w:ascii="仿宋_GB2312" w:eastAsia="仿宋_GB2312" w:hAnsi="Arial" w:cs="Arial" w:hint="eastAsia"/>
          <w:b/>
          <w:bCs/>
          <w:sz w:val="32"/>
          <w:szCs w:val="32"/>
        </w:rPr>
        <w:t>贵州思南夜郎文化传媒</w:t>
      </w:r>
      <w:r w:rsidRPr="003D0F57">
        <w:rPr>
          <w:rFonts w:ascii="仿宋_GB2312" w:eastAsia="仿宋_GB2312" w:hAnsi="Arial" w:cs="Arial" w:hint="eastAsia"/>
          <w:b/>
          <w:bCs/>
          <w:sz w:val="32"/>
          <w:szCs w:val="32"/>
        </w:rPr>
        <w:t>有限公司</w:t>
      </w:r>
    </w:p>
    <w:p w:rsidR="00E95352" w:rsidRPr="003D0F57" w:rsidRDefault="00E95352" w:rsidP="00DE6A6F">
      <w:pPr>
        <w:tabs>
          <w:tab w:val="left" w:pos="7180"/>
        </w:tabs>
        <w:spacing w:line="600" w:lineRule="exact"/>
        <w:ind w:firstLine="482"/>
        <w:jc w:val="center"/>
        <w:rPr>
          <w:rFonts w:ascii="仿宋_GB2312" w:eastAsia="仿宋_GB2312" w:hAnsi="Arial" w:cs="Arial"/>
          <w:b/>
          <w:bCs/>
          <w:sz w:val="32"/>
          <w:szCs w:val="32"/>
        </w:rPr>
      </w:pPr>
      <w:bookmarkStart w:id="0" w:name="_GoBack"/>
      <w:r w:rsidRPr="003D0F57">
        <w:rPr>
          <w:rFonts w:ascii="仿宋_GB2312" w:eastAsia="仿宋_GB2312" w:hAnsi="Arial" w:cs="Arial" w:hint="eastAsia"/>
          <w:b/>
          <w:bCs/>
          <w:sz w:val="32"/>
          <w:szCs w:val="32"/>
        </w:rPr>
        <w:t>招聘报名表</w:t>
      </w:r>
    </w:p>
    <w:tbl>
      <w:tblPr>
        <w:tblW w:w="9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08"/>
        <w:gridCol w:w="850"/>
        <w:gridCol w:w="1124"/>
        <w:gridCol w:w="720"/>
        <w:gridCol w:w="1080"/>
        <w:gridCol w:w="1187"/>
        <w:gridCol w:w="1276"/>
        <w:gridCol w:w="1984"/>
      </w:tblGrid>
      <w:tr w:rsidR="00E95352" w:rsidRPr="005A7E76" w:rsidTr="005A24A5">
        <w:trPr>
          <w:trHeight w:val="567"/>
          <w:jc w:val="center"/>
        </w:trPr>
        <w:tc>
          <w:tcPr>
            <w:tcW w:w="1858" w:type="dxa"/>
            <w:gridSpan w:val="2"/>
            <w:vAlign w:val="center"/>
          </w:tcPr>
          <w:bookmarkEnd w:id="0"/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姓名</w:t>
            </w:r>
          </w:p>
        </w:tc>
        <w:tc>
          <w:tcPr>
            <w:tcW w:w="1124" w:type="dxa"/>
            <w:vAlign w:val="center"/>
          </w:tcPr>
          <w:p w:rsidR="00E95352" w:rsidRPr="002C5ADF" w:rsidRDefault="00E95352" w:rsidP="00C663C3">
            <w:pPr>
              <w:spacing w:line="260" w:lineRule="exact"/>
              <w:ind w:firstLine="42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性别</w:t>
            </w:r>
          </w:p>
        </w:tc>
        <w:tc>
          <w:tcPr>
            <w:tcW w:w="1080" w:type="dxa"/>
            <w:vAlign w:val="center"/>
          </w:tcPr>
          <w:p w:rsidR="00E95352" w:rsidRPr="002C5ADF" w:rsidRDefault="00E95352" w:rsidP="00C663C3">
            <w:pPr>
              <w:spacing w:line="260" w:lineRule="exact"/>
              <w:ind w:firstLine="42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出生日期</w:t>
            </w:r>
          </w:p>
        </w:tc>
        <w:tc>
          <w:tcPr>
            <w:tcW w:w="1276" w:type="dxa"/>
            <w:vAlign w:val="center"/>
          </w:tcPr>
          <w:p w:rsidR="00E95352" w:rsidRPr="002C5ADF" w:rsidRDefault="00E95352" w:rsidP="00C663C3">
            <w:pPr>
              <w:spacing w:line="260" w:lineRule="exact"/>
              <w:ind w:firstLine="42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  <w:tc>
          <w:tcPr>
            <w:tcW w:w="1984" w:type="dxa"/>
            <w:vMerge w:val="restart"/>
            <w:noWrap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照片</w:t>
            </w:r>
          </w:p>
        </w:tc>
      </w:tr>
      <w:tr w:rsidR="00E95352" w:rsidRPr="005A7E76" w:rsidTr="005A24A5">
        <w:trPr>
          <w:trHeight w:hRule="exact" w:val="567"/>
          <w:jc w:val="center"/>
        </w:trPr>
        <w:tc>
          <w:tcPr>
            <w:tcW w:w="1858" w:type="dxa"/>
            <w:gridSpan w:val="2"/>
            <w:vAlign w:val="center"/>
          </w:tcPr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民族</w:t>
            </w:r>
          </w:p>
        </w:tc>
        <w:tc>
          <w:tcPr>
            <w:tcW w:w="1124" w:type="dxa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籍贯</w:t>
            </w:r>
          </w:p>
        </w:tc>
        <w:tc>
          <w:tcPr>
            <w:tcW w:w="1080" w:type="dxa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出生地</w:t>
            </w:r>
          </w:p>
        </w:tc>
        <w:tc>
          <w:tcPr>
            <w:tcW w:w="1276" w:type="dxa"/>
            <w:vAlign w:val="center"/>
          </w:tcPr>
          <w:p w:rsidR="00E95352" w:rsidRPr="002C5ADF" w:rsidRDefault="00E95352" w:rsidP="00C663C3">
            <w:pPr>
              <w:spacing w:line="260" w:lineRule="exact"/>
              <w:ind w:firstLine="42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E95352" w:rsidRPr="002C5ADF" w:rsidRDefault="00E95352" w:rsidP="00C663C3">
            <w:pPr>
              <w:widowControl/>
              <w:spacing w:line="260" w:lineRule="exact"/>
              <w:ind w:firstLine="420"/>
              <w:rPr>
                <w:rFonts w:ascii="仿宋_GB2312" w:eastAsia="仿宋_GB2312" w:hAnsi="Arial" w:cs="Arial"/>
                <w:szCs w:val="21"/>
              </w:rPr>
            </w:pPr>
          </w:p>
        </w:tc>
      </w:tr>
      <w:tr w:rsidR="00E95352" w:rsidRPr="005A7E76" w:rsidTr="005A24A5">
        <w:trPr>
          <w:trHeight w:hRule="exact" w:val="1363"/>
          <w:jc w:val="center"/>
        </w:trPr>
        <w:tc>
          <w:tcPr>
            <w:tcW w:w="1858" w:type="dxa"/>
            <w:gridSpan w:val="2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政治面貌及</w:t>
            </w:r>
          </w:p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加入时间</w:t>
            </w:r>
          </w:p>
        </w:tc>
        <w:tc>
          <w:tcPr>
            <w:tcW w:w="1124" w:type="dxa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参加工</w:t>
            </w:r>
          </w:p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作时间</w:t>
            </w:r>
          </w:p>
        </w:tc>
        <w:tc>
          <w:tcPr>
            <w:tcW w:w="1080" w:type="dxa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健康状况</w:t>
            </w:r>
          </w:p>
        </w:tc>
        <w:tc>
          <w:tcPr>
            <w:tcW w:w="1276" w:type="dxa"/>
            <w:vAlign w:val="center"/>
          </w:tcPr>
          <w:p w:rsidR="00E95352" w:rsidRPr="002C5ADF" w:rsidRDefault="00E95352" w:rsidP="00C663C3">
            <w:pPr>
              <w:spacing w:line="260" w:lineRule="exact"/>
              <w:ind w:firstLine="42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E95352" w:rsidRPr="002C5ADF" w:rsidRDefault="00E95352" w:rsidP="00C663C3">
            <w:pPr>
              <w:widowControl/>
              <w:spacing w:line="260" w:lineRule="exact"/>
              <w:ind w:firstLine="420"/>
              <w:rPr>
                <w:rFonts w:ascii="仿宋_GB2312" w:eastAsia="仿宋_GB2312" w:hAnsi="Arial" w:cs="Arial"/>
                <w:szCs w:val="21"/>
              </w:rPr>
            </w:pPr>
          </w:p>
        </w:tc>
      </w:tr>
      <w:tr w:rsidR="00E95352" w:rsidRPr="005A7E76" w:rsidTr="005A24A5">
        <w:trPr>
          <w:trHeight w:hRule="exact" w:val="772"/>
          <w:jc w:val="center"/>
        </w:trPr>
        <w:tc>
          <w:tcPr>
            <w:tcW w:w="1858" w:type="dxa"/>
            <w:gridSpan w:val="2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熟悉专业</w:t>
            </w:r>
          </w:p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有何专长</w:t>
            </w:r>
          </w:p>
        </w:tc>
        <w:tc>
          <w:tcPr>
            <w:tcW w:w="7371" w:type="dxa"/>
            <w:gridSpan w:val="6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</w:tr>
      <w:tr w:rsidR="00E95352" w:rsidRPr="005A7E76" w:rsidTr="005A24A5">
        <w:trPr>
          <w:trHeight w:hRule="exact" w:val="938"/>
          <w:jc w:val="center"/>
        </w:trPr>
        <w:tc>
          <w:tcPr>
            <w:tcW w:w="1858" w:type="dxa"/>
            <w:gridSpan w:val="2"/>
            <w:vMerge w:val="restart"/>
            <w:vAlign w:val="center"/>
          </w:tcPr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学历</w:t>
            </w:r>
          </w:p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学位</w:t>
            </w:r>
          </w:p>
        </w:tc>
        <w:tc>
          <w:tcPr>
            <w:tcW w:w="1124" w:type="dxa"/>
            <w:vAlign w:val="center"/>
          </w:tcPr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全日制</w:t>
            </w:r>
          </w:p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教育</w:t>
            </w:r>
          </w:p>
        </w:tc>
        <w:tc>
          <w:tcPr>
            <w:tcW w:w="1800" w:type="dxa"/>
            <w:gridSpan w:val="2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毕业时间、</w:t>
            </w:r>
          </w:p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院校及专业</w:t>
            </w:r>
          </w:p>
        </w:tc>
        <w:tc>
          <w:tcPr>
            <w:tcW w:w="3260" w:type="dxa"/>
            <w:gridSpan w:val="2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</w:tr>
      <w:tr w:rsidR="00E95352" w:rsidRPr="005A7E76" w:rsidTr="005A24A5">
        <w:trPr>
          <w:trHeight w:hRule="exact" w:val="820"/>
          <w:jc w:val="center"/>
        </w:trPr>
        <w:tc>
          <w:tcPr>
            <w:tcW w:w="1858" w:type="dxa"/>
            <w:gridSpan w:val="2"/>
            <w:vMerge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  <w:tc>
          <w:tcPr>
            <w:tcW w:w="1124" w:type="dxa"/>
            <w:vAlign w:val="center"/>
          </w:tcPr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在职</w:t>
            </w:r>
          </w:p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教育</w:t>
            </w:r>
          </w:p>
        </w:tc>
        <w:tc>
          <w:tcPr>
            <w:tcW w:w="1800" w:type="dxa"/>
            <w:gridSpan w:val="2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毕业时间、</w:t>
            </w:r>
          </w:p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院校及专业</w:t>
            </w:r>
          </w:p>
        </w:tc>
        <w:tc>
          <w:tcPr>
            <w:tcW w:w="3260" w:type="dxa"/>
            <w:gridSpan w:val="2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</w:tr>
      <w:tr w:rsidR="00E95352" w:rsidRPr="005A7E76" w:rsidTr="005A24A5">
        <w:trPr>
          <w:trHeight w:hRule="exact" w:val="942"/>
          <w:jc w:val="center"/>
        </w:trPr>
        <w:tc>
          <w:tcPr>
            <w:tcW w:w="1858" w:type="dxa"/>
            <w:gridSpan w:val="2"/>
            <w:vAlign w:val="center"/>
          </w:tcPr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报名岗位</w:t>
            </w:r>
          </w:p>
        </w:tc>
        <w:tc>
          <w:tcPr>
            <w:tcW w:w="2924" w:type="dxa"/>
            <w:gridSpan w:val="3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联系方式</w:t>
            </w:r>
          </w:p>
        </w:tc>
        <w:tc>
          <w:tcPr>
            <w:tcW w:w="3260" w:type="dxa"/>
            <w:gridSpan w:val="2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</w:tr>
      <w:tr w:rsidR="00E95352" w:rsidRPr="005A7E76" w:rsidTr="00C663C3">
        <w:trPr>
          <w:trHeight w:hRule="exact" w:val="1423"/>
          <w:jc w:val="center"/>
        </w:trPr>
        <w:tc>
          <w:tcPr>
            <w:tcW w:w="1008" w:type="dxa"/>
            <w:vAlign w:val="center"/>
          </w:tcPr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所获资格证书情况</w:t>
            </w:r>
          </w:p>
        </w:tc>
        <w:tc>
          <w:tcPr>
            <w:tcW w:w="8221" w:type="dxa"/>
            <w:gridSpan w:val="7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</w:tc>
      </w:tr>
      <w:tr w:rsidR="00E95352" w:rsidRPr="005A7E76" w:rsidTr="005A24A5">
        <w:trPr>
          <w:trHeight w:val="1816"/>
          <w:jc w:val="center"/>
        </w:trPr>
        <w:tc>
          <w:tcPr>
            <w:tcW w:w="9229" w:type="dxa"/>
            <w:gridSpan w:val="8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200" w:firstLine="31680"/>
              <w:jc w:val="left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本人承诺以上填写内容均真实、完整、有效，招聘单位可对上述信息进行核实，并由本人承担所有法律责任。如内容不真实、完整、有效，可作为招聘单位解除劳动合同的依据。</w:t>
            </w:r>
          </w:p>
          <w:p w:rsidR="00E95352" w:rsidRPr="002C5ADF" w:rsidRDefault="00E95352" w:rsidP="00E95352">
            <w:pPr>
              <w:spacing w:line="260" w:lineRule="exact"/>
              <w:ind w:right="1680"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  <w:p w:rsidR="00E95352" w:rsidRPr="002C5ADF" w:rsidRDefault="00E95352" w:rsidP="00E95352">
            <w:pPr>
              <w:spacing w:line="260" w:lineRule="exact"/>
              <w:ind w:right="1680"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  <w:r>
              <w:rPr>
                <w:rFonts w:ascii="仿宋_GB2312" w:eastAsia="仿宋_GB2312" w:hAnsi="Arial" w:cs="Arial"/>
                <w:szCs w:val="21"/>
              </w:rPr>
              <w:t xml:space="preserve">                                             </w:t>
            </w:r>
            <w:r w:rsidRPr="002C5ADF">
              <w:rPr>
                <w:rFonts w:ascii="仿宋_GB2312" w:eastAsia="仿宋_GB2312" w:hAnsi="Arial" w:cs="Arial" w:hint="eastAsia"/>
                <w:szCs w:val="21"/>
              </w:rPr>
              <w:t>本人签字：</w:t>
            </w:r>
          </w:p>
        </w:tc>
      </w:tr>
      <w:tr w:rsidR="00E95352" w:rsidRPr="005A7E76" w:rsidTr="005A24A5">
        <w:trPr>
          <w:trHeight w:val="2148"/>
          <w:jc w:val="center"/>
        </w:trPr>
        <w:tc>
          <w:tcPr>
            <w:tcW w:w="1008" w:type="dxa"/>
            <w:vAlign w:val="center"/>
          </w:tcPr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资格</w:t>
            </w:r>
          </w:p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审查</w:t>
            </w:r>
          </w:p>
          <w:p w:rsidR="00E95352" w:rsidRPr="002C5ADF" w:rsidRDefault="00E95352" w:rsidP="00C663C3">
            <w:pPr>
              <w:spacing w:line="260" w:lineRule="exact"/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2C5ADF">
              <w:rPr>
                <w:rFonts w:ascii="仿宋_GB2312" w:eastAsia="仿宋_GB2312" w:hAnsi="Arial" w:cs="Arial" w:hint="eastAsia"/>
                <w:szCs w:val="21"/>
              </w:rPr>
              <w:t>意见</w:t>
            </w:r>
          </w:p>
        </w:tc>
        <w:tc>
          <w:tcPr>
            <w:tcW w:w="8221" w:type="dxa"/>
            <w:gridSpan w:val="7"/>
            <w:vAlign w:val="center"/>
          </w:tcPr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</w:p>
          <w:p w:rsidR="00E95352" w:rsidRPr="002C5ADF" w:rsidRDefault="00E95352" w:rsidP="00E95352">
            <w:pPr>
              <w:spacing w:line="260" w:lineRule="exact"/>
              <w:ind w:firstLineChars="95" w:firstLine="31680"/>
              <w:rPr>
                <w:rFonts w:ascii="仿宋_GB2312" w:eastAsia="仿宋_GB2312" w:hAnsi="Arial" w:cs="Arial"/>
                <w:szCs w:val="21"/>
              </w:rPr>
            </w:pPr>
          </w:p>
          <w:p w:rsidR="00E95352" w:rsidRPr="002C5ADF" w:rsidRDefault="00E95352" w:rsidP="00E95352">
            <w:pPr>
              <w:spacing w:line="260" w:lineRule="exact"/>
              <w:ind w:firstLineChars="95" w:firstLine="31680"/>
              <w:rPr>
                <w:rFonts w:ascii="仿宋_GB2312" w:eastAsia="仿宋_GB2312" w:hAnsi="Arial" w:cs="Arial"/>
                <w:szCs w:val="21"/>
              </w:rPr>
            </w:pPr>
          </w:p>
          <w:p w:rsidR="00E95352" w:rsidRPr="002C5ADF" w:rsidRDefault="00E95352" w:rsidP="00E95352">
            <w:pPr>
              <w:spacing w:line="260" w:lineRule="exact"/>
              <w:ind w:firstLineChars="95" w:firstLine="31680"/>
              <w:jc w:val="center"/>
              <w:rPr>
                <w:rFonts w:ascii="仿宋_GB2312" w:eastAsia="仿宋_GB2312" w:hAnsi="Arial" w:cs="Arial"/>
                <w:szCs w:val="21"/>
              </w:rPr>
            </w:pPr>
            <w:r>
              <w:rPr>
                <w:rFonts w:ascii="仿宋_GB2312" w:eastAsia="仿宋_GB2312" w:hAnsi="Arial" w:cs="Arial"/>
                <w:szCs w:val="21"/>
              </w:rPr>
              <w:t xml:space="preserve">                                           </w:t>
            </w:r>
            <w:r w:rsidRPr="002C5ADF">
              <w:rPr>
                <w:rFonts w:ascii="仿宋_GB2312" w:eastAsia="仿宋_GB2312" w:hAnsi="Arial" w:cs="Arial" w:hint="eastAsia"/>
                <w:szCs w:val="21"/>
              </w:rPr>
              <w:t>年</w:t>
            </w:r>
            <w:r w:rsidRPr="002C5ADF">
              <w:rPr>
                <w:rFonts w:ascii="仿宋_GB2312" w:eastAsia="仿宋_GB2312" w:hAnsi="Arial" w:cs="Arial"/>
                <w:szCs w:val="21"/>
              </w:rPr>
              <w:t xml:space="preserve">    </w:t>
            </w:r>
            <w:r w:rsidRPr="002C5ADF">
              <w:rPr>
                <w:rFonts w:ascii="仿宋_GB2312" w:eastAsia="仿宋_GB2312" w:hAnsi="Arial" w:cs="Arial" w:hint="eastAsia"/>
                <w:szCs w:val="21"/>
              </w:rPr>
              <w:t>月</w:t>
            </w:r>
            <w:r w:rsidRPr="002C5ADF">
              <w:rPr>
                <w:rFonts w:ascii="仿宋_GB2312" w:eastAsia="仿宋_GB2312" w:hAnsi="Arial" w:cs="Arial"/>
                <w:szCs w:val="21"/>
              </w:rPr>
              <w:t xml:space="preserve">   </w:t>
            </w:r>
            <w:r w:rsidRPr="002C5ADF">
              <w:rPr>
                <w:rFonts w:ascii="仿宋_GB2312" w:eastAsia="仿宋_GB2312" w:hAnsi="Arial" w:cs="Arial" w:hint="eastAsia"/>
                <w:szCs w:val="21"/>
              </w:rPr>
              <w:t>日</w:t>
            </w:r>
          </w:p>
        </w:tc>
      </w:tr>
    </w:tbl>
    <w:p w:rsidR="00E95352" w:rsidRDefault="00E95352"/>
    <w:sectPr w:rsidR="00E95352" w:rsidSect="00E553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6A6F"/>
    <w:rsid w:val="0000061A"/>
    <w:rsid w:val="00000DC7"/>
    <w:rsid w:val="000012B7"/>
    <w:rsid w:val="00001875"/>
    <w:rsid w:val="00002DEA"/>
    <w:rsid w:val="00002F16"/>
    <w:rsid w:val="000049F0"/>
    <w:rsid w:val="0000670B"/>
    <w:rsid w:val="00010162"/>
    <w:rsid w:val="00010B7C"/>
    <w:rsid w:val="00011392"/>
    <w:rsid w:val="0001145E"/>
    <w:rsid w:val="000119C9"/>
    <w:rsid w:val="00012E08"/>
    <w:rsid w:val="000137AD"/>
    <w:rsid w:val="00015BC1"/>
    <w:rsid w:val="00020B73"/>
    <w:rsid w:val="000229DD"/>
    <w:rsid w:val="000233A3"/>
    <w:rsid w:val="00024808"/>
    <w:rsid w:val="0002721B"/>
    <w:rsid w:val="0003133C"/>
    <w:rsid w:val="000328A0"/>
    <w:rsid w:val="00032C7B"/>
    <w:rsid w:val="00034BB4"/>
    <w:rsid w:val="00035713"/>
    <w:rsid w:val="000357E0"/>
    <w:rsid w:val="00036973"/>
    <w:rsid w:val="000407E0"/>
    <w:rsid w:val="00043418"/>
    <w:rsid w:val="000445F0"/>
    <w:rsid w:val="00045661"/>
    <w:rsid w:val="000530B1"/>
    <w:rsid w:val="00053857"/>
    <w:rsid w:val="0005465E"/>
    <w:rsid w:val="00056081"/>
    <w:rsid w:val="00056CA2"/>
    <w:rsid w:val="00056ED5"/>
    <w:rsid w:val="000571C3"/>
    <w:rsid w:val="0006136E"/>
    <w:rsid w:val="00063BC9"/>
    <w:rsid w:val="000654EE"/>
    <w:rsid w:val="00066D22"/>
    <w:rsid w:val="00066E6D"/>
    <w:rsid w:val="00067C8E"/>
    <w:rsid w:val="00067D7E"/>
    <w:rsid w:val="000704DB"/>
    <w:rsid w:val="00071823"/>
    <w:rsid w:val="00071A67"/>
    <w:rsid w:val="00071EE3"/>
    <w:rsid w:val="000720B6"/>
    <w:rsid w:val="00073910"/>
    <w:rsid w:val="00073B24"/>
    <w:rsid w:val="00076351"/>
    <w:rsid w:val="00080CB5"/>
    <w:rsid w:val="000817A6"/>
    <w:rsid w:val="00081DF7"/>
    <w:rsid w:val="00087560"/>
    <w:rsid w:val="000905BE"/>
    <w:rsid w:val="0009175B"/>
    <w:rsid w:val="0009245C"/>
    <w:rsid w:val="00093B82"/>
    <w:rsid w:val="00095383"/>
    <w:rsid w:val="00095A85"/>
    <w:rsid w:val="000964A8"/>
    <w:rsid w:val="00096C9C"/>
    <w:rsid w:val="000972A9"/>
    <w:rsid w:val="000A055C"/>
    <w:rsid w:val="000A4D54"/>
    <w:rsid w:val="000B0052"/>
    <w:rsid w:val="000B2E46"/>
    <w:rsid w:val="000B37FC"/>
    <w:rsid w:val="000B42FF"/>
    <w:rsid w:val="000B7741"/>
    <w:rsid w:val="000C103E"/>
    <w:rsid w:val="000C1D01"/>
    <w:rsid w:val="000C22AC"/>
    <w:rsid w:val="000C5B3F"/>
    <w:rsid w:val="000C6434"/>
    <w:rsid w:val="000D1569"/>
    <w:rsid w:val="000D1B80"/>
    <w:rsid w:val="000D3405"/>
    <w:rsid w:val="000D354D"/>
    <w:rsid w:val="000D37DB"/>
    <w:rsid w:val="000D3B2B"/>
    <w:rsid w:val="000D3C89"/>
    <w:rsid w:val="000D5795"/>
    <w:rsid w:val="000D6742"/>
    <w:rsid w:val="000D6BDA"/>
    <w:rsid w:val="000D7473"/>
    <w:rsid w:val="000D7E18"/>
    <w:rsid w:val="000E0342"/>
    <w:rsid w:val="000E2FD6"/>
    <w:rsid w:val="000E4691"/>
    <w:rsid w:val="000E60FC"/>
    <w:rsid w:val="000E689B"/>
    <w:rsid w:val="000F05B1"/>
    <w:rsid w:val="000F2711"/>
    <w:rsid w:val="001008D4"/>
    <w:rsid w:val="00101178"/>
    <w:rsid w:val="00101F0A"/>
    <w:rsid w:val="001075F0"/>
    <w:rsid w:val="001108E2"/>
    <w:rsid w:val="00115A16"/>
    <w:rsid w:val="0011611F"/>
    <w:rsid w:val="001215ED"/>
    <w:rsid w:val="00122E8F"/>
    <w:rsid w:val="00123A80"/>
    <w:rsid w:val="00123B4D"/>
    <w:rsid w:val="001243B2"/>
    <w:rsid w:val="00125000"/>
    <w:rsid w:val="0012616A"/>
    <w:rsid w:val="00134427"/>
    <w:rsid w:val="00134C5B"/>
    <w:rsid w:val="00135B10"/>
    <w:rsid w:val="00135C34"/>
    <w:rsid w:val="00137D59"/>
    <w:rsid w:val="00137E65"/>
    <w:rsid w:val="00137FB3"/>
    <w:rsid w:val="00142C25"/>
    <w:rsid w:val="00142DC2"/>
    <w:rsid w:val="00144EE5"/>
    <w:rsid w:val="0014677E"/>
    <w:rsid w:val="001475AC"/>
    <w:rsid w:val="001475CA"/>
    <w:rsid w:val="00152268"/>
    <w:rsid w:val="00152727"/>
    <w:rsid w:val="00153CCA"/>
    <w:rsid w:val="00154EDC"/>
    <w:rsid w:val="0015563A"/>
    <w:rsid w:val="00155A31"/>
    <w:rsid w:val="00156177"/>
    <w:rsid w:val="001565AD"/>
    <w:rsid w:val="00156A1D"/>
    <w:rsid w:val="00156AAB"/>
    <w:rsid w:val="00160A31"/>
    <w:rsid w:val="00163860"/>
    <w:rsid w:val="001638F4"/>
    <w:rsid w:val="00164364"/>
    <w:rsid w:val="00164A2A"/>
    <w:rsid w:val="001660C1"/>
    <w:rsid w:val="00166E6D"/>
    <w:rsid w:val="001670F7"/>
    <w:rsid w:val="00167E9B"/>
    <w:rsid w:val="00170831"/>
    <w:rsid w:val="00172EB1"/>
    <w:rsid w:val="00173D7A"/>
    <w:rsid w:val="0017427F"/>
    <w:rsid w:val="00174298"/>
    <w:rsid w:val="00174FBE"/>
    <w:rsid w:val="00175735"/>
    <w:rsid w:val="00177563"/>
    <w:rsid w:val="0017771B"/>
    <w:rsid w:val="00180369"/>
    <w:rsid w:val="00181545"/>
    <w:rsid w:val="001829BF"/>
    <w:rsid w:val="00186101"/>
    <w:rsid w:val="00192274"/>
    <w:rsid w:val="00192530"/>
    <w:rsid w:val="00193BDD"/>
    <w:rsid w:val="00194A8B"/>
    <w:rsid w:val="0019598E"/>
    <w:rsid w:val="00195BB4"/>
    <w:rsid w:val="00195E89"/>
    <w:rsid w:val="00197138"/>
    <w:rsid w:val="001A009C"/>
    <w:rsid w:val="001A069E"/>
    <w:rsid w:val="001A4A5B"/>
    <w:rsid w:val="001A7ABB"/>
    <w:rsid w:val="001A7C0C"/>
    <w:rsid w:val="001B0193"/>
    <w:rsid w:val="001B3BFB"/>
    <w:rsid w:val="001B55F0"/>
    <w:rsid w:val="001B64A3"/>
    <w:rsid w:val="001B6796"/>
    <w:rsid w:val="001B7026"/>
    <w:rsid w:val="001C0336"/>
    <w:rsid w:val="001C03F9"/>
    <w:rsid w:val="001C0799"/>
    <w:rsid w:val="001C0801"/>
    <w:rsid w:val="001C0875"/>
    <w:rsid w:val="001C15D2"/>
    <w:rsid w:val="001C17F2"/>
    <w:rsid w:val="001C2472"/>
    <w:rsid w:val="001C2552"/>
    <w:rsid w:val="001C2EA7"/>
    <w:rsid w:val="001C3E94"/>
    <w:rsid w:val="001C3EF3"/>
    <w:rsid w:val="001C78FF"/>
    <w:rsid w:val="001C7C04"/>
    <w:rsid w:val="001D247D"/>
    <w:rsid w:val="001D2F40"/>
    <w:rsid w:val="001E2C55"/>
    <w:rsid w:val="001E32A9"/>
    <w:rsid w:val="001E3DE5"/>
    <w:rsid w:val="001E5D19"/>
    <w:rsid w:val="001E6DFA"/>
    <w:rsid w:val="001F19F8"/>
    <w:rsid w:val="001F2037"/>
    <w:rsid w:val="001F205C"/>
    <w:rsid w:val="001F463B"/>
    <w:rsid w:val="001F4A49"/>
    <w:rsid w:val="002008BB"/>
    <w:rsid w:val="00202140"/>
    <w:rsid w:val="00202178"/>
    <w:rsid w:val="00203180"/>
    <w:rsid w:val="00203282"/>
    <w:rsid w:val="002063EF"/>
    <w:rsid w:val="002069FA"/>
    <w:rsid w:val="00207405"/>
    <w:rsid w:val="002076E3"/>
    <w:rsid w:val="002112B2"/>
    <w:rsid w:val="00212BEB"/>
    <w:rsid w:val="0021360A"/>
    <w:rsid w:val="0021509E"/>
    <w:rsid w:val="002154A5"/>
    <w:rsid w:val="002155E8"/>
    <w:rsid w:val="00215FF1"/>
    <w:rsid w:val="00216924"/>
    <w:rsid w:val="00217339"/>
    <w:rsid w:val="0021738D"/>
    <w:rsid w:val="0022286F"/>
    <w:rsid w:val="0022377C"/>
    <w:rsid w:val="00224135"/>
    <w:rsid w:val="00225FD8"/>
    <w:rsid w:val="002266C8"/>
    <w:rsid w:val="002268D7"/>
    <w:rsid w:val="00231C56"/>
    <w:rsid w:val="00232632"/>
    <w:rsid w:val="0023349F"/>
    <w:rsid w:val="00234A5F"/>
    <w:rsid w:val="0023559D"/>
    <w:rsid w:val="002362DB"/>
    <w:rsid w:val="00237659"/>
    <w:rsid w:val="002406FE"/>
    <w:rsid w:val="00240A05"/>
    <w:rsid w:val="00240AD5"/>
    <w:rsid w:val="00241A89"/>
    <w:rsid w:val="002421BB"/>
    <w:rsid w:val="00242535"/>
    <w:rsid w:val="0024397A"/>
    <w:rsid w:val="00251F5C"/>
    <w:rsid w:val="002524C1"/>
    <w:rsid w:val="00252D80"/>
    <w:rsid w:val="0025361B"/>
    <w:rsid w:val="0025493B"/>
    <w:rsid w:val="00255ED7"/>
    <w:rsid w:val="00257C05"/>
    <w:rsid w:val="00261182"/>
    <w:rsid w:val="0026150D"/>
    <w:rsid w:val="00262D3C"/>
    <w:rsid w:val="0026543A"/>
    <w:rsid w:val="00266F77"/>
    <w:rsid w:val="00271764"/>
    <w:rsid w:val="002760AD"/>
    <w:rsid w:val="00276D9D"/>
    <w:rsid w:val="00276F98"/>
    <w:rsid w:val="002772DD"/>
    <w:rsid w:val="00277A7B"/>
    <w:rsid w:val="00280C50"/>
    <w:rsid w:val="00282FD5"/>
    <w:rsid w:val="00283104"/>
    <w:rsid w:val="00285669"/>
    <w:rsid w:val="00285AA8"/>
    <w:rsid w:val="002863E2"/>
    <w:rsid w:val="002867F1"/>
    <w:rsid w:val="00287D8F"/>
    <w:rsid w:val="00291094"/>
    <w:rsid w:val="0029271C"/>
    <w:rsid w:val="002931B4"/>
    <w:rsid w:val="00293B52"/>
    <w:rsid w:val="00294F02"/>
    <w:rsid w:val="002978A4"/>
    <w:rsid w:val="00297C05"/>
    <w:rsid w:val="002A02C0"/>
    <w:rsid w:val="002A05EF"/>
    <w:rsid w:val="002A07BB"/>
    <w:rsid w:val="002A16F5"/>
    <w:rsid w:val="002A2FDC"/>
    <w:rsid w:val="002A3A9E"/>
    <w:rsid w:val="002A76A4"/>
    <w:rsid w:val="002B0042"/>
    <w:rsid w:val="002B247D"/>
    <w:rsid w:val="002B2DD8"/>
    <w:rsid w:val="002B74EE"/>
    <w:rsid w:val="002B7F52"/>
    <w:rsid w:val="002C0F02"/>
    <w:rsid w:val="002C1751"/>
    <w:rsid w:val="002C17FF"/>
    <w:rsid w:val="002C22B7"/>
    <w:rsid w:val="002C2CF0"/>
    <w:rsid w:val="002C3178"/>
    <w:rsid w:val="002C57AE"/>
    <w:rsid w:val="002C5ADF"/>
    <w:rsid w:val="002C6631"/>
    <w:rsid w:val="002C7F7D"/>
    <w:rsid w:val="002D13FC"/>
    <w:rsid w:val="002D2E80"/>
    <w:rsid w:val="002D32B8"/>
    <w:rsid w:val="002D44F0"/>
    <w:rsid w:val="002D5572"/>
    <w:rsid w:val="002D5EE9"/>
    <w:rsid w:val="002E0ED7"/>
    <w:rsid w:val="002E37D4"/>
    <w:rsid w:val="002E6A9A"/>
    <w:rsid w:val="002F0219"/>
    <w:rsid w:val="002F299F"/>
    <w:rsid w:val="002F3014"/>
    <w:rsid w:val="002F4ED9"/>
    <w:rsid w:val="002F59C9"/>
    <w:rsid w:val="002F5E11"/>
    <w:rsid w:val="002F6191"/>
    <w:rsid w:val="002F65BE"/>
    <w:rsid w:val="002F6A3B"/>
    <w:rsid w:val="002F7851"/>
    <w:rsid w:val="002F7EE0"/>
    <w:rsid w:val="0030007E"/>
    <w:rsid w:val="00303D22"/>
    <w:rsid w:val="00304EE2"/>
    <w:rsid w:val="00305EE9"/>
    <w:rsid w:val="00307B05"/>
    <w:rsid w:val="00307BDA"/>
    <w:rsid w:val="00311E47"/>
    <w:rsid w:val="00311E76"/>
    <w:rsid w:val="00312813"/>
    <w:rsid w:val="00312FCE"/>
    <w:rsid w:val="0032202B"/>
    <w:rsid w:val="00324CC2"/>
    <w:rsid w:val="00325007"/>
    <w:rsid w:val="00325D5E"/>
    <w:rsid w:val="003263D5"/>
    <w:rsid w:val="00326D7B"/>
    <w:rsid w:val="00330674"/>
    <w:rsid w:val="00330715"/>
    <w:rsid w:val="00330D47"/>
    <w:rsid w:val="00331033"/>
    <w:rsid w:val="00333949"/>
    <w:rsid w:val="00336688"/>
    <w:rsid w:val="003402DE"/>
    <w:rsid w:val="003434D3"/>
    <w:rsid w:val="00345D63"/>
    <w:rsid w:val="00346AD8"/>
    <w:rsid w:val="00351108"/>
    <w:rsid w:val="003517B0"/>
    <w:rsid w:val="003523B2"/>
    <w:rsid w:val="00353196"/>
    <w:rsid w:val="00353B1C"/>
    <w:rsid w:val="003542DC"/>
    <w:rsid w:val="00355527"/>
    <w:rsid w:val="00362A80"/>
    <w:rsid w:val="0036444F"/>
    <w:rsid w:val="00364948"/>
    <w:rsid w:val="00366413"/>
    <w:rsid w:val="003701FF"/>
    <w:rsid w:val="0037036C"/>
    <w:rsid w:val="0037102E"/>
    <w:rsid w:val="003710CC"/>
    <w:rsid w:val="00371DF0"/>
    <w:rsid w:val="00372697"/>
    <w:rsid w:val="00374217"/>
    <w:rsid w:val="00374D22"/>
    <w:rsid w:val="00375AEB"/>
    <w:rsid w:val="0037783E"/>
    <w:rsid w:val="00380FEC"/>
    <w:rsid w:val="0038184F"/>
    <w:rsid w:val="0039014F"/>
    <w:rsid w:val="003923B8"/>
    <w:rsid w:val="00394988"/>
    <w:rsid w:val="00395AED"/>
    <w:rsid w:val="00396630"/>
    <w:rsid w:val="0039712A"/>
    <w:rsid w:val="0039770C"/>
    <w:rsid w:val="00397B7E"/>
    <w:rsid w:val="003A255B"/>
    <w:rsid w:val="003A26D2"/>
    <w:rsid w:val="003A355C"/>
    <w:rsid w:val="003A5F45"/>
    <w:rsid w:val="003A62AE"/>
    <w:rsid w:val="003A682F"/>
    <w:rsid w:val="003B3D42"/>
    <w:rsid w:val="003B47EB"/>
    <w:rsid w:val="003B5723"/>
    <w:rsid w:val="003C128B"/>
    <w:rsid w:val="003C1D2F"/>
    <w:rsid w:val="003C3A81"/>
    <w:rsid w:val="003C41EB"/>
    <w:rsid w:val="003C59FC"/>
    <w:rsid w:val="003C6041"/>
    <w:rsid w:val="003C61D1"/>
    <w:rsid w:val="003C7B7B"/>
    <w:rsid w:val="003C7E85"/>
    <w:rsid w:val="003C7F86"/>
    <w:rsid w:val="003D0F57"/>
    <w:rsid w:val="003D2AEF"/>
    <w:rsid w:val="003D42EC"/>
    <w:rsid w:val="003D5730"/>
    <w:rsid w:val="003D5869"/>
    <w:rsid w:val="003D6CC7"/>
    <w:rsid w:val="003D7494"/>
    <w:rsid w:val="003E0267"/>
    <w:rsid w:val="003E3DC0"/>
    <w:rsid w:val="003E45A4"/>
    <w:rsid w:val="003E5135"/>
    <w:rsid w:val="003E5729"/>
    <w:rsid w:val="003E5869"/>
    <w:rsid w:val="003E6F52"/>
    <w:rsid w:val="003E7050"/>
    <w:rsid w:val="003F0089"/>
    <w:rsid w:val="003F0223"/>
    <w:rsid w:val="003F0347"/>
    <w:rsid w:val="003F18D2"/>
    <w:rsid w:val="003F2190"/>
    <w:rsid w:val="003F7E59"/>
    <w:rsid w:val="0040110A"/>
    <w:rsid w:val="004011CC"/>
    <w:rsid w:val="00401963"/>
    <w:rsid w:val="00401E62"/>
    <w:rsid w:val="00403324"/>
    <w:rsid w:val="00403336"/>
    <w:rsid w:val="00403C54"/>
    <w:rsid w:val="00403E62"/>
    <w:rsid w:val="00405B84"/>
    <w:rsid w:val="004066D8"/>
    <w:rsid w:val="004067F6"/>
    <w:rsid w:val="00410A06"/>
    <w:rsid w:val="004112DA"/>
    <w:rsid w:val="00412527"/>
    <w:rsid w:val="00412683"/>
    <w:rsid w:val="004146A5"/>
    <w:rsid w:val="00417171"/>
    <w:rsid w:val="0041772B"/>
    <w:rsid w:val="00420737"/>
    <w:rsid w:val="00421728"/>
    <w:rsid w:val="00421CB3"/>
    <w:rsid w:val="00421ECD"/>
    <w:rsid w:val="004220DC"/>
    <w:rsid w:val="00424147"/>
    <w:rsid w:val="00424DA1"/>
    <w:rsid w:val="0043065E"/>
    <w:rsid w:val="004331D5"/>
    <w:rsid w:val="0043347D"/>
    <w:rsid w:val="00433BA3"/>
    <w:rsid w:val="00433F2B"/>
    <w:rsid w:val="00433FA3"/>
    <w:rsid w:val="00436B2E"/>
    <w:rsid w:val="00437DA2"/>
    <w:rsid w:val="0044129D"/>
    <w:rsid w:val="0044393A"/>
    <w:rsid w:val="00444C99"/>
    <w:rsid w:val="004455C0"/>
    <w:rsid w:val="004462F7"/>
    <w:rsid w:val="00446A75"/>
    <w:rsid w:val="00447C9C"/>
    <w:rsid w:val="0045096F"/>
    <w:rsid w:val="00450F55"/>
    <w:rsid w:val="00451740"/>
    <w:rsid w:val="00451D56"/>
    <w:rsid w:val="00452AC5"/>
    <w:rsid w:val="0045373F"/>
    <w:rsid w:val="00453AFD"/>
    <w:rsid w:val="00453F28"/>
    <w:rsid w:val="004546DD"/>
    <w:rsid w:val="00456DDF"/>
    <w:rsid w:val="00460CE3"/>
    <w:rsid w:val="00460E12"/>
    <w:rsid w:val="00462A45"/>
    <w:rsid w:val="0046485F"/>
    <w:rsid w:val="004650B0"/>
    <w:rsid w:val="0046599B"/>
    <w:rsid w:val="00466873"/>
    <w:rsid w:val="0047043F"/>
    <w:rsid w:val="00471D45"/>
    <w:rsid w:val="00472DD1"/>
    <w:rsid w:val="00472FA2"/>
    <w:rsid w:val="00473283"/>
    <w:rsid w:val="00476131"/>
    <w:rsid w:val="00476AF3"/>
    <w:rsid w:val="00477F60"/>
    <w:rsid w:val="00481EA4"/>
    <w:rsid w:val="00482F23"/>
    <w:rsid w:val="00483D14"/>
    <w:rsid w:val="00484C93"/>
    <w:rsid w:val="00485790"/>
    <w:rsid w:val="00485DBC"/>
    <w:rsid w:val="004866D5"/>
    <w:rsid w:val="0048748C"/>
    <w:rsid w:val="004908CC"/>
    <w:rsid w:val="00490AE1"/>
    <w:rsid w:val="00491DE2"/>
    <w:rsid w:val="00491F5B"/>
    <w:rsid w:val="00493418"/>
    <w:rsid w:val="00493EDA"/>
    <w:rsid w:val="0049701B"/>
    <w:rsid w:val="0049765E"/>
    <w:rsid w:val="004A04B5"/>
    <w:rsid w:val="004A37FE"/>
    <w:rsid w:val="004A40B6"/>
    <w:rsid w:val="004A4BB0"/>
    <w:rsid w:val="004A4FF5"/>
    <w:rsid w:val="004B19CF"/>
    <w:rsid w:val="004B2009"/>
    <w:rsid w:val="004B2C0D"/>
    <w:rsid w:val="004B3728"/>
    <w:rsid w:val="004B3785"/>
    <w:rsid w:val="004B442D"/>
    <w:rsid w:val="004B4665"/>
    <w:rsid w:val="004B5EEB"/>
    <w:rsid w:val="004B64F9"/>
    <w:rsid w:val="004B66A1"/>
    <w:rsid w:val="004C0408"/>
    <w:rsid w:val="004C0554"/>
    <w:rsid w:val="004C0B32"/>
    <w:rsid w:val="004C0DCB"/>
    <w:rsid w:val="004C3986"/>
    <w:rsid w:val="004C52CD"/>
    <w:rsid w:val="004C5321"/>
    <w:rsid w:val="004C6A85"/>
    <w:rsid w:val="004C6B69"/>
    <w:rsid w:val="004C7F86"/>
    <w:rsid w:val="004D0B33"/>
    <w:rsid w:val="004D3369"/>
    <w:rsid w:val="004D3CEB"/>
    <w:rsid w:val="004D64EA"/>
    <w:rsid w:val="004D698D"/>
    <w:rsid w:val="004D6F67"/>
    <w:rsid w:val="004E235B"/>
    <w:rsid w:val="004E2578"/>
    <w:rsid w:val="004E4580"/>
    <w:rsid w:val="004E57E2"/>
    <w:rsid w:val="004E5E50"/>
    <w:rsid w:val="004E697C"/>
    <w:rsid w:val="004E74AF"/>
    <w:rsid w:val="004F3F2A"/>
    <w:rsid w:val="004F6ADC"/>
    <w:rsid w:val="004F7478"/>
    <w:rsid w:val="005019F9"/>
    <w:rsid w:val="00502CC0"/>
    <w:rsid w:val="00504D98"/>
    <w:rsid w:val="0050632C"/>
    <w:rsid w:val="00506745"/>
    <w:rsid w:val="00506E28"/>
    <w:rsid w:val="00511230"/>
    <w:rsid w:val="00511F87"/>
    <w:rsid w:val="00512317"/>
    <w:rsid w:val="00512A38"/>
    <w:rsid w:val="00512D81"/>
    <w:rsid w:val="00515F5A"/>
    <w:rsid w:val="0051605E"/>
    <w:rsid w:val="00517412"/>
    <w:rsid w:val="0051799D"/>
    <w:rsid w:val="00517B51"/>
    <w:rsid w:val="00524AD1"/>
    <w:rsid w:val="00525B44"/>
    <w:rsid w:val="005316AD"/>
    <w:rsid w:val="00532444"/>
    <w:rsid w:val="00532BE8"/>
    <w:rsid w:val="0053326C"/>
    <w:rsid w:val="00534B48"/>
    <w:rsid w:val="00534FBF"/>
    <w:rsid w:val="005360DD"/>
    <w:rsid w:val="0053760E"/>
    <w:rsid w:val="00537EFD"/>
    <w:rsid w:val="00540DB3"/>
    <w:rsid w:val="00541E4D"/>
    <w:rsid w:val="0054307C"/>
    <w:rsid w:val="00543E51"/>
    <w:rsid w:val="00545DD4"/>
    <w:rsid w:val="00552F4F"/>
    <w:rsid w:val="00554E33"/>
    <w:rsid w:val="005556A2"/>
    <w:rsid w:val="0056455F"/>
    <w:rsid w:val="00566B06"/>
    <w:rsid w:val="0056703C"/>
    <w:rsid w:val="00567F08"/>
    <w:rsid w:val="00573258"/>
    <w:rsid w:val="00573D24"/>
    <w:rsid w:val="0057474C"/>
    <w:rsid w:val="0057582E"/>
    <w:rsid w:val="00576008"/>
    <w:rsid w:val="00576034"/>
    <w:rsid w:val="00576629"/>
    <w:rsid w:val="005768DC"/>
    <w:rsid w:val="005770BC"/>
    <w:rsid w:val="00580E63"/>
    <w:rsid w:val="005814E6"/>
    <w:rsid w:val="00582906"/>
    <w:rsid w:val="00583D88"/>
    <w:rsid w:val="00585930"/>
    <w:rsid w:val="00585ACE"/>
    <w:rsid w:val="005867A8"/>
    <w:rsid w:val="00586BEC"/>
    <w:rsid w:val="00587995"/>
    <w:rsid w:val="00587C00"/>
    <w:rsid w:val="00590B84"/>
    <w:rsid w:val="005912C3"/>
    <w:rsid w:val="00593191"/>
    <w:rsid w:val="00595B6D"/>
    <w:rsid w:val="00597DBC"/>
    <w:rsid w:val="005A03E1"/>
    <w:rsid w:val="005A147E"/>
    <w:rsid w:val="005A24A5"/>
    <w:rsid w:val="005A36EE"/>
    <w:rsid w:val="005A397A"/>
    <w:rsid w:val="005A43D4"/>
    <w:rsid w:val="005A7E76"/>
    <w:rsid w:val="005A7F7E"/>
    <w:rsid w:val="005B0CE3"/>
    <w:rsid w:val="005B2A19"/>
    <w:rsid w:val="005B33A6"/>
    <w:rsid w:val="005B53B0"/>
    <w:rsid w:val="005B7692"/>
    <w:rsid w:val="005C0319"/>
    <w:rsid w:val="005C213F"/>
    <w:rsid w:val="005C2A5A"/>
    <w:rsid w:val="005C2D0A"/>
    <w:rsid w:val="005C2DB3"/>
    <w:rsid w:val="005C3138"/>
    <w:rsid w:val="005C5F2B"/>
    <w:rsid w:val="005C6BB2"/>
    <w:rsid w:val="005C7BD2"/>
    <w:rsid w:val="005D0CC8"/>
    <w:rsid w:val="005D20C1"/>
    <w:rsid w:val="005D28BE"/>
    <w:rsid w:val="005D2C02"/>
    <w:rsid w:val="005D5C00"/>
    <w:rsid w:val="005D719B"/>
    <w:rsid w:val="005E17C6"/>
    <w:rsid w:val="005E25AA"/>
    <w:rsid w:val="005E3B0D"/>
    <w:rsid w:val="005E410A"/>
    <w:rsid w:val="005E46D2"/>
    <w:rsid w:val="005E5761"/>
    <w:rsid w:val="005F06D9"/>
    <w:rsid w:val="005F0C34"/>
    <w:rsid w:val="005F3136"/>
    <w:rsid w:val="005F3956"/>
    <w:rsid w:val="00600135"/>
    <w:rsid w:val="00601A8B"/>
    <w:rsid w:val="00602079"/>
    <w:rsid w:val="006028A9"/>
    <w:rsid w:val="006039AE"/>
    <w:rsid w:val="00605DF0"/>
    <w:rsid w:val="00607276"/>
    <w:rsid w:val="00611DD8"/>
    <w:rsid w:val="00611F95"/>
    <w:rsid w:val="00614338"/>
    <w:rsid w:val="00614A79"/>
    <w:rsid w:val="00616BB0"/>
    <w:rsid w:val="0062035C"/>
    <w:rsid w:val="006212E2"/>
    <w:rsid w:val="006232BE"/>
    <w:rsid w:val="00623428"/>
    <w:rsid w:val="00626AFA"/>
    <w:rsid w:val="006276A6"/>
    <w:rsid w:val="006308F7"/>
    <w:rsid w:val="00631A0F"/>
    <w:rsid w:val="00631D05"/>
    <w:rsid w:val="006332CC"/>
    <w:rsid w:val="006349CE"/>
    <w:rsid w:val="0063639F"/>
    <w:rsid w:val="00637014"/>
    <w:rsid w:val="00637ADB"/>
    <w:rsid w:val="00637EAB"/>
    <w:rsid w:val="00640241"/>
    <w:rsid w:val="0064114B"/>
    <w:rsid w:val="0064144B"/>
    <w:rsid w:val="00643519"/>
    <w:rsid w:val="006539CE"/>
    <w:rsid w:val="00653C50"/>
    <w:rsid w:val="00654EC2"/>
    <w:rsid w:val="0065582F"/>
    <w:rsid w:val="00655B79"/>
    <w:rsid w:val="00656879"/>
    <w:rsid w:val="00657F5A"/>
    <w:rsid w:val="0066059A"/>
    <w:rsid w:val="00660EB5"/>
    <w:rsid w:val="00662269"/>
    <w:rsid w:val="0066454A"/>
    <w:rsid w:val="00665334"/>
    <w:rsid w:val="006666AC"/>
    <w:rsid w:val="00667A88"/>
    <w:rsid w:val="006719CF"/>
    <w:rsid w:val="00671F70"/>
    <w:rsid w:val="00672B8C"/>
    <w:rsid w:val="006742EF"/>
    <w:rsid w:val="0067445F"/>
    <w:rsid w:val="006774D8"/>
    <w:rsid w:val="00677538"/>
    <w:rsid w:val="006777AA"/>
    <w:rsid w:val="006807DB"/>
    <w:rsid w:val="006810FF"/>
    <w:rsid w:val="00681C3D"/>
    <w:rsid w:val="00681D91"/>
    <w:rsid w:val="00681F58"/>
    <w:rsid w:val="00684E94"/>
    <w:rsid w:val="00684F53"/>
    <w:rsid w:val="00687CB0"/>
    <w:rsid w:val="00687E41"/>
    <w:rsid w:val="0069142C"/>
    <w:rsid w:val="00691F0B"/>
    <w:rsid w:val="00692949"/>
    <w:rsid w:val="00692A61"/>
    <w:rsid w:val="00693D04"/>
    <w:rsid w:val="006952CF"/>
    <w:rsid w:val="0069674B"/>
    <w:rsid w:val="00696852"/>
    <w:rsid w:val="006A0105"/>
    <w:rsid w:val="006A060D"/>
    <w:rsid w:val="006A18D5"/>
    <w:rsid w:val="006A2131"/>
    <w:rsid w:val="006A438C"/>
    <w:rsid w:val="006A46C7"/>
    <w:rsid w:val="006A4A31"/>
    <w:rsid w:val="006A517B"/>
    <w:rsid w:val="006A747F"/>
    <w:rsid w:val="006B06FD"/>
    <w:rsid w:val="006B18D4"/>
    <w:rsid w:val="006B1993"/>
    <w:rsid w:val="006B21D0"/>
    <w:rsid w:val="006B2EA9"/>
    <w:rsid w:val="006B45A2"/>
    <w:rsid w:val="006B5281"/>
    <w:rsid w:val="006B52D8"/>
    <w:rsid w:val="006B5515"/>
    <w:rsid w:val="006B5661"/>
    <w:rsid w:val="006B7E8B"/>
    <w:rsid w:val="006C128D"/>
    <w:rsid w:val="006C2029"/>
    <w:rsid w:val="006C271E"/>
    <w:rsid w:val="006C2E16"/>
    <w:rsid w:val="006C72D4"/>
    <w:rsid w:val="006C7F7D"/>
    <w:rsid w:val="006D0169"/>
    <w:rsid w:val="006D0754"/>
    <w:rsid w:val="006D4E78"/>
    <w:rsid w:val="006D541C"/>
    <w:rsid w:val="006D6373"/>
    <w:rsid w:val="006E165E"/>
    <w:rsid w:val="006E18C3"/>
    <w:rsid w:val="006E43CF"/>
    <w:rsid w:val="006E660F"/>
    <w:rsid w:val="006E7F92"/>
    <w:rsid w:val="006F28E8"/>
    <w:rsid w:val="006F33B7"/>
    <w:rsid w:val="006F3690"/>
    <w:rsid w:val="006F3867"/>
    <w:rsid w:val="006F3A0B"/>
    <w:rsid w:val="006F3E8D"/>
    <w:rsid w:val="006F4C85"/>
    <w:rsid w:val="006F6A70"/>
    <w:rsid w:val="00700805"/>
    <w:rsid w:val="00701386"/>
    <w:rsid w:val="007018B4"/>
    <w:rsid w:val="00703AFF"/>
    <w:rsid w:val="00704618"/>
    <w:rsid w:val="00710264"/>
    <w:rsid w:val="00711159"/>
    <w:rsid w:val="00712149"/>
    <w:rsid w:val="0071221C"/>
    <w:rsid w:val="00712BCC"/>
    <w:rsid w:val="00712CD5"/>
    <w:rsid w:val="00713480"/>
    <w:rsid w:val="007161AD"/>
    <w:rsid w:val="00716869"/>
    <w:rsid w:val="0071711C"/>
    <w:rsid w:val="007203E5"/>
    <w:rsid w:val="00721760"/>
    <w:rsid w:val="00722F78"/>
    <w:rsid w:val="007242A9"/>
    <w:rsid w:val="00724C25"/>
    <w:rsid w:val="0072609B"/>
    <w:rsid w:val="00727BBC"/>
    <w:rsid w:val="0073270F"/>
    <w:rsid w:val="007349A9"/>
    <w:rsid w:val="007358F4"/>
    <w:rsid w:val="00736690"/>
    <w:rsid w:val="00737B93"/>
    <w:rsid w:val="00740547"/>
    <w:rsid w:val="00740675"/>
    <w:rsid w:val="0074074B"/>
    <w:rsid w:val="00740B75"/>
    <w:rsid w:val="007416A4"/>
    <w:rsid w:val="00743FDB"/>
    <w:rsid w:val="0074427F"/>
    <w:rsid w:val="007444F2"/>
    <w:rsid w:val="007457C2"/>
    <w:rsid w:val="0074600F"/>
    <w:rsid w:val="00746554"/>
    <w:rsid w:val="00750D42"/>
    <w:rsid w:val="00751C4A"/>
    <w:rsid w:val="00751D0C"/>
    <w:rsid w:val="00752618"/>
    <w:rsid w:val="00754B70"/>
    <w:rsid w:val="007561DD"/>
    <w:rsid w:val="00760BB4"/>
    <w:rsid w:val="00761148"/>
    <w:rsid w:val="00761454"/>
    <w:rsid w:val="007616FA"/>
    <w:rsid w:val="00763AEE"/>
    <w:rsid w:val="007642D9"/>
    <w:rsid w:val="00764F94"/>
    <w:rsid w:val="00765D99"/>
    <w:rsid w:val="007670EC"/>
    <w:rsid w:val="00772258"/>
    <w:rsid w:val="007745DC"/>
    <w:rsid w:val="00775CD4"/>
    <w:rsid w:val="0077653E"/>
    <w:rsid w:val="00776EAF"/>
    <w:rsid w:val="00782549"/>
    <w:rsid w:val="00791AB5"/>
    <w:rsid w:val="00792794"/>
    <w:rsid w:val="00793E45"/>
    <w:rsid w:val="00794AF2"/>
    <w:rsid w:val="00796785"/>
    <w:rsid w:val="007A06FF"/>
    <w:rsid w:val="007A205F"/>
    <w:rsid w:val="007A508E"/>
    <w:rsid w:val="007A57DB"/>
    <w:rsid w:val="007A70DF"/>
    <w:rsid w:val="007A78B3"/>
    <w:rsid w:val="007B0BD1"/>
    <w:rsid w:val="007B2125"/>
    <w:rsid w:val="007B2526"/>
    <w:rsid w:val="007B3418"/>
    <w:rsid w:val="007B4AEC"/>
    <w:rsid w:val="007B7847"/>
    <w:rsid w:val="007C0141"/>
    <w:rsid w:val="007C03C5"/>
    <w:rsid w:val="007C0F19"/>
    <w:rsid w:val="007C366B"/>
    <w:rsid w:val="007C3DF3"/>
    <w:rsid w:val="007C4761"/>
    <w:rsid w:val="007C5FC2"/>
    <w:rsid w:val="007C75BB"/>
    <w:rsid w:val="007D1313"/>
    <w:rsid w:val="007D48B3"/>
    <w:rsid w:val="007D6DF3"/>
    <w:rsid w:val="007D6E9C"/>
    <w:rsid w:val="007D7376"/>
    <w:rsid w:val="007E21A8"/>
    <w:rsid w:val="007E4568"/>
    <w:rsid w:val="007E472A"/>
    <w:rsid w:val="007E4F66"/>
    <w:rsid w:val="007E600E"/>
    <w:rsid w:val="007E6DC6"/>
    <w:rsid w:val="007E7CB8"/>
    <w:rsid w:val="007F01BB"/>
    <w:rsid w:val="007F055D"/>
    <w:rsid w:val="007F0D45"/>
    <w:rsid w:val="007F1C5E"/>
    <w:rsid w:val="007F4854"/>
    <w:rsid w:val="007F4EF3"/>
    <w:rsid w:val="007F5843"/>
    <w:rsid w:val="00800CF5"/>
    <w:rsid w:val="008015C9"/>
    <w:rsid w:val="00803120"/>
    <w:rsid w:val="00804D79"/>
    <w:rsid w:val="0080514F"/>
    <w:rsid w:val="0080611F"/>
    <w:rsid w:val="0080672B"/>
    <w:rsid w:val="008067C7"/>
    <w:rsid w:val="008077FA"/>
    <w:rsid w:val="0081019D"/>
    <w:rsid w:val="00811C2E"/>
    <w:rsid w:val="00813D03"/>
    <w:rsid w:val="00815249"/>
    <w:rsid w:val="00815F0F"/>
    <w:rsid w:val="0081753A"/>
    <w:rsid w:val="0082166B"/>
    <w:rsid w:val="008217E4"/>
    <w:rsid w:val="00824334"/>
    <w:rsid w:val="0082471C"/>
    <w:rsid w:val="00825941"/>
    <w:rsid w:val="00826AC1"/>
    <w:rsid w:val="008278BB"/>
    <w:rsid w:val="008307D6"/>
    <w:rsid w:val="00831B15"/>
    <w:rsid w:val="00832293"/>
    <w:rsid w:val="00832B7D"/>
    <w:rsid w:val="00832C93"/>
    <w:rsid w:val="0083379A"/>
    <w:rsid w:val="00833E68"/>
    <w:rsid w:val="008341E6"/>
    <w:rsid w:val="00834CD0"/>
    <w:rsid w:val="00836043"/>
    <w:rsid w:val="008369E6"/>
    <w:rsid w:val="008379CD"/>
    <w:rsid w:val="00837B74"/>
    <w:rsid w:val="0084020E"/>
    <w:rsid w:val="00840A57"/>
    <w:rsid w:val="00844105"/>
    <w:rsid w:val="00844FE8"/>
    <w:rsid w:val="0084604A"/>
    <w:rsid w:val="00846EA9"/>
    <w:rsid w:val="00852622"/>
    <w:rsid w:val="008544BA"/>
    <w:rsid w:val="008608F6"/>
    <w:rsid w:val="008627A0"/>
    <w:rsid w:val="00863E45"/>
    <w:rsid w:val="00864482"/>
    <w:rsid w:val="00864839"/>
    <w:rsid w:val="00864F33"/>
    <w:rsid w:val="008660F2"/>
    <w:rsid w:val="0086729F"/>
    <w:rsid w:val="008675ED"/>
    <w:rsid w:val="00867776"/>
    <w:rsid w:val="008706DC"/>
    <w:rsid w:val="00871B28"/>
    <w:rsid w:val="008722E4"/>
    <w:rsid w:val="00875641"/>
    <w:rsid w:val="00876649"/>
    <w:rsid w:val="00880EFD"/>
    <w:rsid w:val="008810B6"/>
    <w:rsid w:val="0088522D"/>
    <w:rsid w:val="00887EFC"/>
    <w:rsid w:val="00890D95"/>
    <w:rsid w:val="00891F07"/>
    <w:rsid w:val="00892F72"/>
    <w:rsid w:val="008945DF"/>
    <w:rsid w:val="008958B3"/>
    <w:rsid w:val="00896420"/>
    <w:rsid w:val="008969A6"/>
    <w:rsid w:val="008A0650"/>
    <w:rsid w:val="008A3191"/>
    <w:rsid w:val="008A363E"/>
    <w:rsid w:val="008B03AC"/>
    <w:rsid w:val="008B05D5"/>
    <w:rsid w:val="008B09BF"/>
    <w:rsid w:val="008B4797"/>
    <w:rsid w:val="008B54E9"/>
    <w:rsid w:val="008B7370"/>
    <w:rsid w:val="008C32F7"/>
    <w:rsid w:val="008D0B4A"/>
    <w:rsid w:val="008D1254"/>
    <w:rsid w:val="008D1487"/>
    <w:rsid w:val="008D20A9"/>
    <w:rsid w:val="008D26EF"/>
    <w:rsid w:val="008D54B6"/>
    <w:rsid w:val="008D5767"/>
    <w:rsid w:val="008E0DF9"/>
    <w:rsid w:val="008E0E3F"/>
    <w:rsid w:val="008E1791"/>
    <w:rsid w:val="008E36FE"/>
    <w:rsid w:val="008E5476"/>
    <w:rsid w:val="008E613A"/>
    <w:rsid w:val="008E6C52"/>
    <w:rsid w:val="008E7A79"/>
    <w:rsid w:val="008F04C9"/>
    <w:rsid w:val="008F0776"/>
    <w:rsid w:val="008F0A99"/>
    <w:rsid w:val="008F113C"/>
    <w:rsid w:val="008F121B"/>
    <w:rsid w:val="008F1751"/>
    <w:rsid w:val="008F1A0E"/>
    <w:rsid w:val="008F28CC"/>
    <w:rsid w:val="008F4C34"/>
    <w:rsid w:val="008F4FF5"/>
    <w:rsid w:val="008F7032"/>
    <w:rsid w:val="008F7C1B"/>
    <w:rsid w:val="00900AA5"/>
    <w:rsid w:val="00901E12"/>
    <w:rsid w:val="00904720"/>
    <w:rsid w:val="009052B7"/>
    <w:rsid w:val="00906864"/>
    <w:rsid w:val="0091046C"/>
    <w:rsid w:val="009118DF"/>
    <w:rsid w:val="00911CED"/>
    <w:rsid w:val="00913FA0"/>
    <w:rsid w:val="00914B78"/>
    <w:rsid w:val="009150BE"/>
    <w:rsid w:val="00917D31"/>
    <w:rsid w:val="0092050A"/>
    <w:rsid w:val="00921956"/>
    <w:rsid w:val="00922D89"/>
    <w:rsid w:val="00923043"/>
    <w:rsid w:val="009233E6"/>
    <w:rsid w:val="00923DFC"/>
    <w:rsid w:val="00924E4C"/>
    <w:rsid w:val="00927D5C"/>
    <w:rsid w:val="00927DCC"/>
    <w:rsid w:val="009333BF"/>
    <w:rsid w:val="00933A2B"/>
    <w:rsid w:val="00934DCC"/>
    <w:rsid w:val="0094050B"/>
    <w:rsid w:val="00940783"/>
    <w:rsid w:val="00941A80"/>
    <w:rsid w:val="00943972"/>
    <w:rsid w:val="0094635E"/>
    <w:rsid w:val="00946506"/>
    <w:rsid w:val="009465A9"/>
    <w:rsid w:val="00946A17"/>
    <w:rsid w:val="00950BCA"/>
    <w:rsid w:val="00952686"/>
    <w:rsid w:val="009575CD"/>
    <w:rsid w:val="00957CF6"/>
    <w:rsid w:val="0096019C"/>
    <w:rsid w:val="009617C7"/>
    <w:rsid w:val="00974519"/>
    <w:rsid w:val="00976813"/>
    <w:rsid w:val="00976D6D"/>
    <w:rsid w:val="00977924"/>
    <w:rsid w:val="00977B99"/>
    <w:rsid w:val="00977CDA"/>
    <w:rsid w:val="0098112E"/>
    <w:rsid w:val="00982017"/>
    <w:rsid w:val="009821FA"/>
    <w:rsid w:val="00985227"/>
    <w:rsid w:val="009855AD"/>
    <w:rsid w:val="00986517"/>
    <w:rsid w:val="00987F64"/>
    <w:rsid w:val="0099044C"/>
    <w:rsid w:val="009905E9"/>
    <w:rsid w:val="00990A82"/>
    <w:rsid w:val="009923BE"/>
    <w:rsid w:val="00992EB3"/>
    <w:rsid w:val="009958B1"/>
    <w:rsid w:val="00997C9F"/>
    <w:rsid w:val="009A1F54"/>
    <w:rsid w:val="009A54ED"/>
    <w:rsid w:val="009A5A27"/>
    <w:rsid w:val="009B0803"/>
    <w:rsid w:val="009B33BC"/>
    <w:rsid w:val="009B3612"/>
    <w:rsid w:val="009B4AF7"/>
    <w:rsid w:val="009B4E92"/>
    <w:rsid w:val="009B5010"/>
    <w:rsid w:val="009B6485"/>
    <w:rsid w:val="009B7818"/>
    <w:rsid w:val="009C2B9A"/>
    <w:rsid w:val="009C6055"/>
    <w:rsid w:val="009C6381"/>
    <w:rsid w:val="009C7844"/>
    <w:rsid w:val="009D06AA"/>
    <w:rsid w:val="009D171A"/>
    <w:rsid w:val="009D1D29"/>
    <w:rsid w:val="009D2538"/>
    <w:rsid w:val="009D2ED6"/>
    <w:rsid w:val="009D33D3"/>
    <w:rsid w:val="009D4EC7"/>
    <w:rsid w:val="009D6148"/>
    <w:rsid w:val="009D7179"/>
    <w:rsid w:val="009D7185"/>
    <w:rsid w:val="009D737D"/>
    <w:rsid w:val="009E33FB"/>
    <w:rsid w:val="009E5566"/>
    <w:rsid w:val="009E6B3B"/>
    <w:rsid w:val="009E756D"/>
    <w:rsid w:val="009E7B87"/>
    <w:rsid w:val="009F0F31"/>
    <w:rsid w:val="009F1AB2"/>
    <w:rsid w:val="009F207E"/>
    <w:rsid w:val="009F3E1E"/>
    <w:rsid w:val="009F5FA3"/>
    <w:rsid w:val="00A02CAD"/>
    <w:rsid w:val="00A033C7"/>
    <w:rsid w:val="00A05E75"/>
    <w:rsid w:val="00A07376"/>
    <w:rsid w:val="00A07B00"/>
    <w:rsid w:val="00A11534"/>
    <w:rsid w:val="00A11A22"/>
    <w:rsid w:val="00A1240C"/>
    <w:rsid w:val="00A12EF8"/>
    <w:rsid w:val="00A13044"/>
    <w:rsid w:val="00A1324B"/>
    <w:rsid w:val="00A13A6D"/>
    <w:rsid w:val="00A161DE"/>
    <w:rsid w:val="00A208B6"/>
    <w:rsid w:val="00A20F8C"/>
    <w:rsid w:val="00A212CA"/>
    <w:rsid w:val="00A25796"/>
    <w:rsid w:val="00A27FAA"/>
    <w:rsid w:val="00A30626"/>
    <w:rsid w:val="00A30F60"/>
    <w:rsid w:val="00A332FA"/>
    <w:rsid w:val="00A35B5F"/>
    <w:rsid w:val="00A36C41"/>
    <w:rsid w:val="00A36C49"/>
    <w:rsid w:val="00A37E03"/>
    <w:rsid w:val="00A40613"/>
    <w:rsid w:val="00A41184"/>
    <w:rsid w:val="00A439BD"/>
    <w:rsid w:val="00A50048"/>
    <w:rsid w:val="00A55D19"/>
    <w:rsid w:val="00A57FF8"/>
    <w:rsid w:val="00A6043F"/>
    <w:rsid w:val="00A618F8"/>
    <w:rsid w:val="00A61CB9"/>
    <w:rsid w:val="00A61D25"/>
    <w:rsid w:val="00A638A3"/>
    <w:rsid w:val="00A63F46"/>
    <w:rsid w:val="00A64B7C"/>
    <w:rsid w:val="00A71922"/>
    <w:rsid w:val="00A721FC"/>
    <w:rsid w:val="00A73DBC"/>
    <w:rsid w:val="00A743E0"/>
    <w:rsid w:val="00A760E5"/>
    <w:rsid w:val="00A76F05"/>
    <w:rsid w:val="00A8015F"/>
    <w:rsid w:val="00A81203"/>
    <w:rsid w:val="00A817E9"/>
    <w:rsid w:val="00A81A3F"/>
    <w:rsid w:val="00A8388A"/>
    <w:rsid w:val="00A83EC7"/>
    <w:rsid w:val="00A85D88"/>
    <w:rsid w:val="00A910FA"/>
    <w:rsid w:val="00A918C6"/>
    <w:rsid w:val="00A92D1C"/>
    <w:rsid w:val="00A93BB0"/>
    <w:rsid w:val="00A95092"/>
    <w:rsid w:val="00A95D8A"/>
    <w:rsid w:val="00A961B9"/>
    <w:rsid w:val="00A9715C"/>
    <w:rsid w:val="00AA0778"/>
    <w:rsid w:val="00AA18B4"/>
    <w:rsid w:val="00AA2508"/>
    <w:rsid w:val="00AA4481"/>
    <w:rsid w:val="00AA4EF5"/>
    <w:rsid w:val="00AA5D3F"/>
    <w:rsid w:val="00AA7CCF"/>
    <w:rsid w:val="00AB304B"/>
    <w:rsid w:val="00AB3979"/>
    <w:rsid w:val="00AB3C20"/>
    <w:rsid w:val="00AB4D5C"/>
    <w:rsid w:val="00AB6280"/>
    <w:rsid w:val="00AB6B3D"/>
    <w:rsid w:val="00AC096B"/>
    <w:rsid w:val="00AC0A9E"/>
    <w:rsid w:val="00AC52B3"/>
    <w:rsid w:val="00AC573C"/>
    <w:rsid w:val="00AC5A81"/>
    <w:rsid w:val="00AC6CDB"/>
    <w:rsid w:val="00AC6ED4"/>
    <w:rsid w:val="00AD08EA"/>
    <w:rsid w:val="00AD1359"/>
    <w:rsid w:val="00AD1442"/>
    <w:rsid w:val="00AD1A1C"/>
    <w:rsid w:val="00AD2B9F"/>
    <w:rsid w:val="00AD4E4D"/>
    <w:rsid w:val="00AD6C9A"/>
    <w:rsid w:val="00AD6DE8"/>
    <w:rsid w:val="00AD7D24"/>
    <w:rsid w:val="00AE0DD5"/>
    <w:rsid w:val="00AE0F6D"/>
    <w:rsid w:val="00AE1067"/>
    <w:rsid w:val="00AE1712"/>
    <w:rsid w:val="00AE1FF2"/>
    <w:rsid w:val="00AE4BA8"/>
    <w:rsid w:val="00AE4CA8"/>
    <w:rsid w:val="00AF2143"/>
    <w:rsid w:val="00AF2E2C"/>
    <w:rsid w:val="00AF5C7A"/>
    <w:rsid w:val="00B00676"/>
    <w:rsid w:val="00B01E63"/>
    <w:rsid w:val="00B01FF2"/>
    <w:rsid w:val="00B02218"/>
    <w:rsid w:val="00B03925"/>
    <w:rsid w:val="00B04F85"/>
    <w:rsid w:val="00B062DA"/>
    <w:rsid w:val="00B07ECA"/>
    <w:rsid w:val="00B1019F"/>
    <w:rsid w:val="00B107BF"/>
    <w:rsid w:val="00B11D76"/>
    <w:rsid w:val="00B11FC4"/>
    <w:rsid w:val="00B126DB"/>
    <w:rsid w:val="00B12E87"/>
    <w:rsid w:val="00B12ECD"/>
    <w:rsid w:val="00B13BD1"/>
    <w:rsid w:val="00B14B53"/>
    <w:rsid w:val="00B1673C"/>
    <w:rsid w:val="00B17C0C"/>
    <w:rsid w:val="00B17C46"/>
    <w:rsid w:val="00B20902"/>
    <w:rsid w:val="00B24832"/>
    <w:rsid w:val="00B26FAB"/>
    <w:rsid w:val="00B2771C"/>
    <w:rsid w:val="00B27CE8"/>
    <w:rsid w:val="00B3064A"/>
    <w:rsid w:val="00B30671"/>
    <w:rsid w:val="00B30D1F"/>
    <w:rsid w:val="00B401AD"/>
    <w:rsid w:val="00B41E73"/>
    <w:rsid w:val="00B42F21"/>
    <w:rsid w:val="00B446CF"/>
    <w:rsid w:val="00B454A6"/>
    <w:rsid w:val="00B467D8"/>
    <w:rsid w:val="00B46A94"/>
    <w:rsid w:val="00B46F9D"/>
    <w:rsid w:val="00B47796"/>
    <w:rsid w:val="00B512A3"/>
    <w:rsid w:val="00B52130"/>
    <w:rsid w:val="00B54D3B"/>
    <w:rsid w:val="00B6393B"/>
    <w:rsid w:val="00B66C46"/>
    <w:rsid w:val="00B71FBF"/>
    <w:rsid w:val="00B74749"/>
    <w:rsid w:val="00B75885"/>
    <w:rsid w:val="00B75BAB"/>
    <w:rsid w:val="00B77058"/>
    <w:rsid w:val="00B77258"/>
    <w:rsid w:val="00B77870"/>
    <w:rsid w:val="00B833D9"/>
    <w:rsid w:val="00B853B7"/>
    <w:rsid w:val="00B8540E"/>
    <w:rsid w:val="00B85954"/>
    <w:rsid w:val="00B90000"/>
    <w:rsid w:val="00B905B7"/>
    <w:rsid w:val="00B91E9C"/>
    <w:rsid w:val="00B93433"/>
    <w:rsid w:val="00B964DD"/>
    <w:rsid w:val="00B968A5"/>
    <w:rsid w:val="00B969C3"/>
    <w:rsid w:val="00B97F5A"/>
    <w:rsid w:val="00B97F8C"/>
    <w:rsid w:val="00BA40EB"/>
    <w:rsid w:val="00BB0C71"/>
    <w:rsid w:val="00BB1B28"/>
    <w:rsid w:val="00BB1BD7"/>
    <w:rsid w:val="00BB2227"/>
    <w:rsid w:val="00BB24F0"/>
    <w:rsid w:val="00BB285B"/>
    <w:rsid w:val="00BB6FD5"/>
    <w:rsid w:val="00BB7413"/>
    <w:rsid w:val="00BB7BE0"/>
    <w:rsid w:val="00BC1B2F"/>
    <w:rsid w:val="00BC3094"/>
    <w:rsid w:val="00BC4AEA"/>
    <w:rsid w:val="00BC5182"/>
    <w:rsid w:val="00BD0B1B"/>
    <w:rsid w:val="00BD10F2"/>
    <w:rsid w:val="00BD11DA"/>
    <w:rsid w:val="00BD1508"/>
    <w:rsid w:val="00BD3432"/>
    <w:rsid w:val="00BD5556"/>
    <w:rsid w:val="00BD5FA7"/>
    <w:rsid w:val="00BE081F"/>
    <w:rsid w:val="00BE0829"/>
    <w:rsid w:val="00BE0F3B"/>
    <w:rsid w:val="00BE3FBE"/>
    <w:rsid w:val="00BE46A4"/>
    <w:rsid w:val="00BE69E8"/>
    <w:rsid w:val="00BE6E36"/>
    <w:rsid w:val="00BE791F"/>
    <w:rsid w:val="00BE7D3A"/>
    <w:rsid w:val="00BF0A02"/>
    <w:rsid w:val="00BF1259"/>
    <w:rsid w:val="00BF3802"/>
    <w:rsid w:val="00BF5AB1"/>
    <w:rsid w:val="00BF6C87"/>
    <w:rsid w:val="00C007A4"/>
    <w:rsid w:val="00C015E2"/>
    <w:rsid w:val="00C03E8C"/>
    <w:rsid w:val="00C07BA6"/>
    <w:rsid w:val="00C12866"/>
    <w:rsid w:val="00C12EB5"/>
    <w:rsid w:val="00C1397A"/>
    <w:rsid w:val="00C13FC6"/>
    <w:rsid w:val="00C176EE"/>
    <w:rsid w:val="00C20925"/>
    <w:rsid w:val="00C22FD9"/>
    <w:rsid w:val="00C240A7"/>
    <w:rsid w:val="00C25C3B"/>
    <w:rsid w:val="00C26050"/>
    <w:rsid w:val="00C26293"/>
    <w:rsid w:val="00C269FB"/>
    <w:rsid w:val="00C30E0D"/>
    <w:rsid w:val="00C3288B"/>
    <w:rsid w:val="00C3304A"/>
    <w:rsid w:val="00C33788"/>
    <w:rsid w:val="00C33978"/>
    <w:rsid w:val="00C33CD7"/>
    <w:rsid w:val="00C36090"/>
    <w:rsid w:val="00C36CCC"/>
    <w:rsid w:val="00C37031"/>
    <w:rsid w:val="00C375D0"/>
    <w:rsid w:val="00C37A1D"/>
    <w:rsid w:val="00C37C05"/>
    <w:rsid w:val="00C37EF7"/>
    <w:rsid w:val="00C4164B"/>
    <w:rsid w:val="00C42CD7"/>
    <w:rsid w:val="00C43203"/>
    <w:rsid w:val="00C432CE"/>
    <w:rsid w:val="00C461DB"/>
    <w:rsid w:val="00C4673D"/>
    <w:rsid w:val="00C46916"/>
    <w:rsid w:val="00C5269F"/>
    <w:rsid w:val="00C527BF"/>
    <w:rsid w:val="00C52E5A"/>
    <w:rsid w:val="00C54099"/>
    <w:rsid w:val="00C55268"/>
    <w:rsid w:val="00C559FE"/>
    <w:rsid w:val="00C55D64"/>
    <w:rsid w:val="00C6026A"/>
    <w:rsid w:val="00C60680"/>
    <w:rsid w:val="00C62FBD"/>
    <w:rsid w:val="00C65A62"/>
    <w:rsid w:val="00C663C3"/>
    <w:rsid w:val="00C66653"/>
    <w:rsid w:val="00C6731E"/>
    <w:rsid w:val="00C6799E"/>
    <w:rsid w:val="00C67D0B"/>
    <w:rsid w:val="00C70080"/>
    <w:rsid w:val="00C704B3"/>
    <w:rsid w:val="00C71AFD"/>
    <w:rsid w:val="00C802CD"/>
    <w:rsid w:val="00C81A28"/>
    <w:rsid w:val="00C82472"/>
    <w:rsid w:val="00C8407F"/>
    <w:rsid w:val="00C85671"/>
    <w:rsid w:val="00C871D4"/>
    <w:rsid w:val="00C87DEE"/>
    <w:rsid w:val="00C900FE"/>
    <w:rsid w:val="00C92209"/>
    <w:rsid w:val="00C92610"/>
    <w:rsid w:val="00C92A01"/>
    <w:rsid w:val="00C92FC6"/>
    <w:rsid w:val="00C93ECA"/>
    <w:rsid w:val="00C94154"/>
    <w:rsid w:val="00C94ECD"/>
    <w:rsid w:val="00C954C0"/>
    <w:rsid w:val="00CA0B9F"/>
    <w:rsid w:val="00CA1DDD"/>
    <w:rsid w:val="00CA2828"/>
    <w:rsid w:val="00CA315A"/>
    <w:rsid w:val="00CA3892"/>
    <w:rsid w:val="00CA3F09"/>
    <w:rsid w:val="00CA4CB7"/>
    <w:rsid w:val="00CA50A7"/>
    <w:rsid w:val="00CA565D"/>
    <w:rsid w:val="00CA703D"/>
    <w:rsid w:val="00CB0BB2"/>
    <w:rsid w:val="00CB26F5"/>
    <w:rsid w:val="00CB2DED"/>
    <w:rsid w:val="00CB3617"/>
    <w:rsid w:val="00CB5041"/>
    <w:rsid w:val="00CC48BF"/>
    <w:rsid w:val="00CC57AD"/>
    <w:rsid w:val="00CC6126"/>
    <w:rsid w:val="00CC6393"/>
    <w:rsid w:val="00CC68FA"/>
    <w:rsid w:val="00CC6D3E"/>
    <w:rsid w:val="00CC73D0"/>
    <w:rsid w:val="00CD0443"/>
    <w:rsid w:val="00CD10D7"/>
    <w:rsid w:val="00CD10FD"/>
    <w:rsid w:val="00CD4DEE"/>
    <w:rsid w:val="00CD5F47"/>
    <w:rsid w:val="00CD78EB"/>
    <w:rsid w:val="00CE1AB8"/>
    <w:rsid w:val="00CE2FD4"/>
    <w:rsid w:val="00CE5A3B"/>
    <w:rsid w:val="00CE69FA"/>
    <w:rsid w:val="00CF330F"/>
    <w:rsid w:val="00CF7F69"/>
    <w:rsid w:val="00D00C28"/>
    <w:rsid w:val="00D014A6"/>
    <w:rsid w:val="00D0363A"/>
    <w:rsid w:val="00D043F6"/>
    <w:rsid w:val="00D05C39"/>
    <w:rsid w:val="00D06E15"/>
    <w:rsid w:val="00D07329"/>
    <w:rsid w:val="00D07570"/>
    <w:rsid w:val="00D11CBF"/>
    <w:rsid w:val="00D125FF"/>
    <w:rsid w:val="00D14040"/>
    <w:rsid w:val="00D17431"/>
    <w:rsid w:val="00D20853"/>
    <w:rsid w:val="00D20F9C"/>
    <w:rsid w:val="00D23C38"/>
    <w:rsid w:val="00D2464C"/>
    <w:rsid w:val="00D25F07"/>
    <w:rsid w:val="00D2793E"/>
    <w:rsid w:val="00D304ED"/>
    <w:rsid w:val="00D30531"/>
    <w:rsid w:val="00D33A3C"/>
    <w:rsid w:val="00D33ABA"/>
    <w:rsid w:val="00D345CD"/>
    <w:rsid w:val="00D34A6F"/>
    <w:rsid w:val="00D3557A"/>
    <w:rsid w:val="00D374BC"/>
    <w:rsid w:val="00D41212"/>
    <w:rsid w:val="00D43610"/>
    <w:rsid w:val="00D45DDE"/>
    <w:rsid w:val="00D47C4E"/>
    <w:rsid w:val="00D5273C"/>
    <w:rsid w:val="00D52F6D"/>
    <w:rsid w:val="00D56709"/>
    <w:rsid w:val="00D572B8"/>
    <w:rsid w:val="00D57F0A"/>
    <w:rsid w:val="00D601B3"/>
    <w:rsid w:val="00D609F0"/>
    <w:rsid w:val="00D61F46"/>
    <w:rsid w:val="00D61F6F"/>
    <w:rsid w:val="00D62FE2"/>
    <w:rsid w:val="00D6389F"/>
    <w:rsid w:val="00D63DD3"/>
    <w:rsid w:val="00D63FC3"/>
    <w:rsid w:val="00D64164"/>
    <w:rsid w:val="00D64863"/>
    <w:rsid w:val="00D652A1"/>
    <w:rsid w:val="00D65ECF"/>
    <w:rsid w:val="00D66861"/>
    <w:rsid w:val="00D6732B"/>
    <w:rsid w:val="00D6754D"/>
    <w:rsid w:val="00D676D4"/>
    <w:rsid w:val="00D70160"/>
    <w:rsid w:val="00D70E52"/>
    <w:rsid w:val="00D72978"/>
    <w:rsid w:val="00D74B8A"/>
    <w:rsid w:val="00D834D3"/>
    <w:rsid w:val="00D84C1C"/>
    <w:rsid w:val="00D87597"/>
    <w:rsid w:val="00D92889"/>
    <w:rsid w:val="00D928D4"/>
    <w:rsid w:val="00D9299B"/>
    <w:rsid w:val="00D95BDE"/>
    <w:rsid w:val="00D961CE"/>
    <w:rsid w:val="00DA28E2"/>
    <w:rsid w:val="00DA5E2F"/>
    <w:rsid w:val="00DA6339"/>
    <w:rsid w:val="00DA7DBE"/>
    <w:rsid w:val="00DB06A1"/>
    <w:rsid w:val="00DB36A8"/>
    <w:rsid w:val="00DB4E87"/>
    <w:rsid w:val="00DB6264"/>
    <w:rsid w:val="00DB637A"/>
    <w:rsid w:val="00DC0B9C"/>
    <w:rsid w:val="00DC38E6"/>
    <w:rsid w:val="00DC418A"/>
    <w:rsid w:val="00DC7342"/>
    <w:rsid w:val="00DC73F4"/>
    <w:rsid w:val="00DC778E"/>
    <w:rsid w:val="00DC7964"/>
    <w:rsid w:val="00DD27C6"/>
    <w:rsid w:val="00DD32C9"/>
    <w:rsid w:val="00DD35E1"/>
    <w:rsid w:val="00DD5699"/>
    <w:rsid w:val="00DD74F2"/>
    <w:rsid w:val="00DD786F"/>
    <w:rsid w:val="00DE16BC"/>
    <w:rsid w:val="00DE16E3"/>
    <w:rsid w:val="00DE3705"/>
    <w:rsid w:val="00DE49A1"/>
    <w:rsid w:val="00DE6A6F"/>
    <w:rsid w:val="00DF0C83"/>
    <w:rsid w:val="00DF3110"/>
    <w:rsid w:val="00DF3ABB"/>
    <w:rsid w:val="00DF436B"/>
    <w:rsid w:val="00DF4852"/>
    <w:rsid w:val="00DF4EC0"/>
    <w:rsid w:val="00DF6CC7"/>
    <w:rsid w:val="00DF7541"/>
    <w:rsid w:val="00DF7F26"/>
    <w:rsid w:val="00E00778"/>
    <w:rsid w:val="00E00CA8"/>
    <w:rsid w:val="00E01DBD"/>
    <w:rsid w:val="00E024AC"/>
    <w:rsid w:val="00E033F6"/>
    <w:rsid w:val="00E04FD4"/>
    <w:rsid w:val="00E06A5E"/>
    <w:rsid w:val="00E078B9"/>
    <w:rsid w:val="00E10C9E"/>
    <w:rsid w:val="00E14148"/>
    <w:rsid w:val="00E14F8A"/>
    <w:rsid w:val="00E1749F"/>
    <w:rsid w:val="00E20EFE"/>
    <w:rsid w:val="00E2322F"/>
    <w:rsid w:val="00E23C51"/>
    <w:rsid w:val="00E24062"/>
    <w:rsid w:val="00E25A9D"/>
    <w:rsid w:val="00E269A6"/>
    <w:rsid w:val="00E26B87"/>
    <w:rsid w:val="00E27340"/>
    <w:rsid w:val="00E2798E"/>
    <w:rsid w:val="00E27E2A"/>
    <w:rsid w:val="00E301C6"/>
    <w:rsid w:val="00E32FF0"/>
    <w:rsid w:val="00E33BD2"/>
    <w:rsid w:val="00E35A6B"/>
    <w:rsid w:val="00E37B3D"/>
    <w:rsid w:val="00E37BDA"/>
    <w:rsid w:val="00E45E60"/>
    <w:rsid w:val="00E474E2"/>
    <w:rsid w:val="00E50046"/>
    <w:rsid w:val="00E52988"/>
    <w:rsid w:val="00E53DE1"/>
    <w:rsid w:val="00E5400F"/>
    <w:rsid w:val="00E553AB"/>
    <w:rsid w:val="00E57433"/>
    <w:rsid w:val="00E60C81"/>
    <w:rsid w:val="00E62A98"/>
    <w:rsid w:val="00E62DF2"/>
    <w:rsid w:val="00E6330C"/>
    <w:rsid w:val="00E6344A"/>
    <w:rsid w:val="00E634EC"/>
    <w:rsid w:val="00E63BE6"/>
    <w:rsid w:val="00E64E79"/>
    <w:rsid w:val="00E65BD2"/>
    <w:rsid w:val="00E664EC"/>
    <w:rsid w:val="00E670FA"/>
    <w:rsid w:val="00E72E92"/>
    <w:rsid w:val="00E73581"/>
    <w:rsid w:val="00E73BB3"/>
    <w:rsid w:val="00E744D6"/>
    <w:rsid w:val="00E74C01"/>
    <w:rsid w:val="00E760F5"/>
    <w:rsid w:val="00E81968"/>
    <w:rsid w:val="00E835DD"/>
    <w:rsid w:val="00E86379"/>
    <w:rsid w:val="00E86707"/>
    <w:rsid w:val="00E867A6"/>
    <w:rsid w:val="00E86ADB"/>
    <w:rsid w:val="00E930C0"/>
    <w:rsid w:val="00E93D3A"/>
    <w:rsid w:val="00E93D50"/>
    <w:rsid w:val="00E95352"/>
    <w:rsid w:val="00E972F8"/>
    <w:rsid w:val="00EA3173"/>
    <w:rsid w:val="00EA5EBA"/>
    <w:rsid w:val="00EA780A"/>
    <w:rsid w:val="00EB1C9D"/>
    <w:rsid w:val="00EB4E40"/>
    <w:rsid w:val="00EB4F1B"/>
    <w:rsid w:val="00EB7192"/>
    <w:rsid w:val="00EB75B6"/>
    <w:rsid w:val="00EB78E1"/>
    <w:rsid w:val="00EC0261"/>
    <w:rsid w:val="00EC25F5"/>
    <w:rsid w:val="00EC2F54"/>
    <w:rsid w:val="00EC30E9"/>
    <w:rsid w:val="00EC3398"/>
    <w:rsid w:val="00EC3F3F"/>
    <w:rsid w:val="00EC67FC"/>
    <w:rsid w:val="00EC6DA6"/>
    <w:rsid w:val="00ED189E"/>
    <w:rsid w:val="00ED2346"/>
    <w:rsid w:val="00ED2980"/>
    <w:rsid w:val="00ED29EC"/>
    <w:rsid w:val="00ED3972"/>
    <w:rsid w:val="00ED450D"/>
    <w:rsid w:val="00ED4900"/>
    <w:rsid w:val="00ED6B42"/>
    <w:rsid w:val="00ED7F31"/>
    <w:rsid w:val="00EE1DAD"/>
    <w:rsid w:val="00EE2095"/>
    <w:rsid w:val="00EE216B"/>
    <w:rsid w:val="00EE3E1A"/>
    <w:rsid w:val="00EE4A53"/>
    <w:rsid w:val="00EE4E8F"/>
    <w:rsid w:val="00EE5D78"/>
    <w:rsid w:val="00EE5E79"/>
    <w:rsid w:val="00EE5E99"/>
    <w:rsid w:val="00EF00B5"/>
    <w:rsid w:val="00EF053B"/>
    <w:rsid w:val="00EF11B0"/>
    <w:rsid w:val="00EF6C2A"/>
    <w:rsid w:val="00EF72DA"/>
    <w:rsid w:val="00EF739C"/>
    <w:rsid w:val="00EF7B55"/>
    <w:rsid w:val="00EF7C1C"/>
    <w:rsid w:val="00F03978"/>
    <w:rsid w:val="00F04282"/>
    <w:rsid w:val="00F04C5B"/>
    <w:rsid w:val="00F05493"/>
    <w:rsid w:val="00F06A75"/>
    <w:rsid w:val="00F06AAB"/>
    <w:rsid w:val="00F1094C"/>
    <w:rsid w:val="00F12885"/>
    <w:rsid w:val="00F1386A"/>
    <w:rsid w:val="00F13CF5"/>
    <w:rsid w:val="00F144D0"/>
    <w:rsid w:val="00F165EA"/>
    <w:rsid w:val="00F21C86"/>
    <w:rsid w:val="00F23BD3"/>
    <w:rsid w:val="00F24AC0"/>
    <w:rsid w:val="00F25F0C"/>
    <w:rsid w:val="00F25F2A"/>
    <w:rsid w:val="00F26347"/>
    <w:rsid w:val="00F26FA7"/>
    <w:rsid w:val="00F31D28"/>
    <w:rsid w:val="00F33C15"/>
    <w:rsid w:val="00F33C17"/>
    <w:rsid w:val="00F33F13"/>
    <w:rsid w:val="00F33F64"/>
    <w:rsid w:val="00F3666B"/>
    <w:rsid w:val="00F36B71"/>
    <w:rsid w:val="00F40252"/>
    <w:rsid w:val="00F41053"/>
    <w:rsid w:val="00F41B96"/>
    <w:rsid w:val="00F41D7E"/>
    <w:rsid w:val="00F436FA"/>
    <w:rsid w:val="00F43E7F"/>
    <w:rsid w:val="00F43ED3"/>
    <w:rsid w:val="00F44CD1"/>
    <w:rsid w:val="00F46B9E"/>
    <w:rsid w:val="00F50084"/>
    <w:rsid w:val="00F50AB0"/>
    <w:rsid w:val="00F53EC6"/>
    <w:rsid w:val="00F54CA4"/>
    <w:rsid w:val="00F55919"/>
    <w:rsid w:val="00F56698"/>
    <w:rsid w:val="00F56CA4"/>
    <w:rsid w:val="00F6031F"/>
    <w:rsid w:val="00F60693"/>
    <w:rsid w:val="00F638BD"/>
    <w:rsid w:val="00F639CC"/>
    <w:rsid w:val="00F648B6"/>
    <w:rsid w:val="00F70541"/>
    <w:rsid w:val="00F71221"/>
    <w:rsid w:val="00F7141B"/>
    <w:rsid w:val="00F725B2"/>
    <w:rsid w:val="00F73B61"/>
    <w:rsid w:val="00F7409B"/>
    <w:rsid w:val="00F7453A"/>
    <w:rsid w:val="00F75606"/>
    <w:rsid w:val="00F76D55"/>
    <w:rsid w:val="00F8002A"/>
    <w:rsid w:val="00F81311"/>
    <w:rsid w:val="00F8251C"/>
    <w:rsid w:val="00F8266A"/>
    <w:rsid w:val="00F82ABF"/>
    <w:rsid w:val="00F850F0"/>
    <w:rsid w:val="00F86EBB"/>
    <w:rsid w:val="00F87BB8"/>
    <w:rsid w:val="00F90FA4"/>
    <w:rsid w:val="00F91C8A"/>
    <w:rsid w:val="00F92F97"/>
    <w:rsid w:val="00F946A0"/>
    <w:rsid w:val="00F946A2"/>
    <w:rsid w:val="00F94FB7"/>
    <w:rsid w:val="00F95394"/>
    <w:rsid w:val="00FA0159"/>
    <w:rsid w:val="00FA260D"/>
    <w:rsid w:val="00FA330F"/>
    <w:rsid w:val="00FA46DD"/>
    <w:rsid w:val="00FA5B6F"/>
    <w:rsid w:val="00FA62AA"/>
    <w:rsid w:val="00FA659F"/>
    <w:rsid w:val="00FA6B4F"/>
    <w:rsid w:val="00FA6EF8"/>
    <w:rsid w:val="00FB413E"/>
    <w:rsid w:val="00FB65AD"/>
    <w:rsid w:val="00FC029D"/>
    <w:rsid w:val="00FC3527"/>
    <w:rsid w:val="00FC4DEA"/>
    <w:rsid w:val="00FC5725"/>
    <w:rsid w:val="00FC590C"/>
    <w:rsid w:val="00FD0E9F"/>
    <w:rsid w:val="00FD0F2C"/>
    <w:rsid w:val="00FD2E6B"/>
    <w:rsid w:val="00FD43F9"/>
    <w:rsid w:val="00FD4AC2"/>
    <w:rsid w:val="00FD5996"/>
    <w:rsid w:val="00FD6FEA"/>
    <w:rsid w:val="00FE1DA9"/>
    <w:rsid w:val="00FE3C73"/>
    <w:rsid w:val="00FE4486"/>
    <w:rsid w:val="00FE72B2"/>
    <w:rsid w:val="00FE7FB0"/>
    <w:rsid w:val="00FF1FE7"/>
    <w:rsid w:val="00FF6A44"/>
    <w:rsid w:val="00FF718D"/>
    <w:rsid w:val="00FF72D0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A6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55</Words>
  <Characters>319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牛松</dc:creator>
  <cp:keywords/>
  <dc:description/>
  <cp:lastModifiedBy>桑三博客</cp:lastModifiedBy>
  <cp:revision>2</cp:revision>
  <dcterms:created xsi:type="dcterms:W3CDTF">2015-03-02T02:36:00Z</dcterms:created>
  <dcterms:modified xsi:type="dcterms:W3CDTF">2017-08-30T03:45:00Z</dcterms:modified>
</cp:coreProperties>
</file>